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27" w:rsidRPr="00D64DBE" w:rsidRDefault="001B7327" w:rsidP="00066E82">
      <w:pPr>
        <w:ind w:left="-540"/>
        <w:jc w:val="center"/>
        <w:rPr>
          <w:sz w:val="28"/>
          <w:szCs w:val="28"/>
        </w:rPr>
      </w:pPr>
      <w:r>
        <w:rPr>
          <w:sz w:val="28"/>
          <w:szCs w:val="28"/>
        </w:rPr>
        <w:t xml:space="preserve">Subject: Algebra I___________________________           Teacher(s): Vincent Jones/C.Trumbo/M.Little______    </w:t>
      </w:r>
    </w:p>
    <w:p w:rsidR="001B7327" w:rsidRDefault="001B7327" w:rsidP="00543D4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A5B8B">
        <w:trPr>
          <w:trHeight w:val="305"/>
        </w:trPr>
        <w:tc>
          <w:tcPr>
            <w:tcW w:w="4149" w:type="dxa"/>
            <w:vMerge w:val="restart"/>
          </w:tcPr>
          <w:p w:rsidR="001B7327" w:rsidRDefault="001B7327" w:rsidP="00D766E6">
            <w:pPr>
              <w:jc w:val="center"/>
              <w:rPr>
                <w:b/>
                <w:sz w:val="26"/>
                <w:szCs w:val="26"/>
              </w:rPr>
            </w:pPr>
            <w:r w:rsidRPr="00D766E6">
              <w:rPr>
                <w:b/>
                <w:sz w:val="26"/>
                <w:szCs w:val="26"/>
              </w:rPr>
              <w:t>Standard</w:t>
            </w:r>
          </w:p>
          <w:p w:rsidR="001B7327" w:rsidRPr="00D766E6" w:rsidRDefault="001B7327" w:rsidP="00D766E6">
            <w:pPr>
              <w:jc w:val="center"/>
              <w:rPr>
                <w:b/>
                <w:sz w:val="26"/>
                <w:szCs w:val="26"/>
              </w:rPr>
            </w:pPr>
            <w:r>
              <w:rPr>
                <w:b/>
                <w:sz w:val="26"/>
                <w:szCs w:val="26"/>
              </w:rPr>
              <w:t>(State, Common Core, and ACT)</w:t>
            </w:r>
          </w:p>
          <w:p w:rsidR="001B7327" w:rsidRPr="00D766E6" w:rsidRDefault="001B7327" w:rsidP="00543D44">
            <w:pPr>
              <w:rPr>
                <w:b/>
                <w:sz w:val="26"/>
                <w:szCs w:val="26"/>
              </w:rPr>
            </w:pPr>
          </w:p>
        </w:tc>
        <w:tc>
          <w:tcPr>
            <w:tcW w:w="9741" w:type="dxa"/>
            <w:gridSpan w:val="3"/>
          </w:tcPr>
          <w:p w:rsidR="001B7327" w:rsidRPr="00D766E6" w:rsidRDefault="001B7327" w:rsidP="00D766E6">
            <w:pPr>
              <w:jc w:val="center"/>
              <w:rPr>
                <w:b/>
                <w:sz w:val="26"/>
                <w:szCs w:val="26"/>
              </w:rPr>
            </w:pPr>
          </w:p>
        </w:tc>
      </w:tr>
      <w:tr w:rsidR="001B7327" w:rsidTr="005A5B8B">
        <w:trPr>
          <w:trHeight w:val="154"/>
        </w:trPr>
        <w:tc>
          <w:tcPr>
            <w:tcW w:w="4149" w:type="dxa"/>
            <w:vMerge/>
          </w:tcPr>
          <w:p w:rsidR="001B7327" w:rsidRPr="00D766E6" w:rsidRDefault="001B7327" w:rsidP="00543D44">
            <w:pPr>
              <w:rPr>
                <w:b/>
                <w:sz w:val="26"/>
                <w:szCs w:val="26"/>
              </w:rPr>
            </w:pPr>
          </w:p>
        </w:tc>
        <w:tc>
          <w:tcPr>
            <w:tcW w:w="3427" w:type="dxa"/>
          </w:tcPr>
          <w:p w:rsidR="001B7327" w:rsidRPr="00D766E6" w:rsidRDefault="001B7327" w:rsidP="00D766E6">
            <w:pPr>
              <w:jc w:val="center"/>
              <w:rPr>
                <w:b/>
                <w:sz w:val="26"/>
                <w:szCs w:val="26"/>
              </w:rPr>
            </w:pPr>
            <w:r w:rsidRPr="00D766E6">
              <w:rPr>
                <w:b/>
                <w:sz w:val="26"/>
                <w:szCs w:val="26"/>
              </w:rPr>
              <w:t>Student Target</w:t>
            </w:r>
          </w:p>
          <w:p w:rsidR="001B7327" w:rsidRPr="00D766E6" w:rsidRDefault="001B7327" w:rsidP="00D766E6">
            <w:pPr>
              <w:jc w:val="center"/>
              <w:rPr>
                <w:b/>
                <w:sz w:val="26"/>
                <w:szCs w:val="26"/>
              </w:rPr>
            </w:pPr>
            <w:r w:rsidRPr="00D766E6">
              <w:rPr>
                <w:b/>
                <w:sz w:val="26"/>
                <w:szCs w:val="26"/>
              </w:rPr>
              <w:t>(use student friendly language)</w:t>
            </w:r>
          </w:p>
        </w:tc>
        <w:tc>
          <w:tcPr>
            <w:tcW w:w="3247" w:type="dxa"/>
          </w:tcPr>
          <w:p w:rsidR="001B7327" w:rsidRPr="00D766E6" w:rsidRDefault="001B7327" w:rsidP="00D766E6">
            <w:pPr>
              <w:jc w:val="center"/>
              <w:rPr>
                <w:b/>
                <w:sz w:val="26"/>
                <w:szCs w:val="26"/>
              </w:rPr>
            </w:pPr>
            <w:r w:rsidRPr="00D766E6">
              <w:rPr>
                <w:b/>
                <w:sz w:val="26"/>
                <w:szCs w:val="26"/>
              </w:rPr>
              <w:t>What students need to know (noun)</w:t>
            </w:r>
          </w:p>
        </w:tc>
        <w:tc>
          <w:tcPr>
            <w:tcW w:w="3067" w:type="dxa"/>
          </w:tcPr>
          <w:p w:rsidR="001B7327" w:rsidRPr="00D766E6" w:rsidRDefault="001B7327" w:rsidP="00D766E6">
            <w:pPr>
              <w:jc w:val="center"/>
              <w:rPr>
                <w:b/>
                <w:sz w:val="26"/>
                <w:szCs w:val="26"/>
              </w:rPr>
            </w:pPr>
            <w:r w:rsidRPr="00D766E6">
              <w:rPr>
                <w:b/>
                <w:sz w:val="26"/>
                <w:szCs w:val="26"/>
              </w:rPr>
              <w:t>What students are to be able to do (verb)</w:t>
            </w:r>
          </w:p>
        </w:tc>
      </w:tr>
      <w:tr w:rsidR="001B7327" w:rsidTr="005A5B8B">
        <w:trPr>
          <w:trHeight w:val="4986"/>
        </w:trPr>
        <w:tc>
          <w:tcPr>
            <w:tcW w:w="4149" w:type="dxa"/>
          </w:tcPr>
          <w:p w:rsidR="001B7327" w:rsidRDefault="001B7327" w:rsidP="00D766E6">
            <w:pPr>
              <w:jc w:val="center"/>
            </w:pPr>
          </w:p>
          <w:p w:rsidR="001B7327" w:rsidRDefault="001B7327" w:rsidP="00C01880">
            <w:r>
              <w:t>CLE 3102.1.1 Use mathematical language, symbols, definitions, proofs and counterexamples correctly</w:t>
            </w:r>
          </w:p>
          <w:p w:rsidR="001B7327" w:rsidRDefault="001B7327" w:rsidP="00C01880">
            <w:r>
              <w:t>and precisely in mathematical reasoning.</w:t>
            </w:r>
          </w:p>
          <w:p w:rsidR="001B7327" w:rsidRDefault="001B7327" w:rsidP="00D766E6">
            <w:pPr>
              <w:jc w:val="center"/>
            </w:pPr>
          </w:p>
          <w:p w:rsidR="001B7327" w:rsidRDefault="001B7327" w:rsidP="00D766E6">
            <w:pPr>
              <w:jc w:val="center"/>
            </w:pPr>
          </w:p>
          <w:p w:rsidR="001B7327" w:rsidRPr="00AD5CC6" w:rsidRDefault="001B7327" w:rsidP="00D766E6">
            <w:pPr>
              <w:jc w:val="center"/>
            </w:pPr>
          </w:p>
        </w:tc>
        <w:tc>
          <w:tcPr>
            <w:tcW w:w="3427" w:type="dxa"/>
            <w:vMerge w:val="restart"/>
          </w:tcPr>
          <w:p w:rsidR="001B7327" w:rsidRDefault="001B7327" w:rsidP="00543D44">
            <w:r>
              <w:t>Translate words and symbols into a mathematical statement.</w:t>
            </w:r>
          </w:p>
        </w:tc>
        <w:tc>
          <w:tcPr>
            <w:tcW w:w="3247" w:type="dxa"/>
            <w:vMerge w:val="restart"/>
          </w:tcPr>
          <w:p w:rsidR="001B7327" w:rsidRDefault="001B7327" w:rsidP="00C01880">
            <w:r>
              <w:t xml:space="preserve"> </w:t>
            </w:r>
            <w:r w:rsidRPr="007D201D">
              <w:rPr>
                <w:b/>
                <w:u w:val="single"/>
              </w:rPr>
              <w:t>mathematical language</w:t>
            </w:r>
            <w:r>
              <w:t xml:space="preserve">- a </w:t>
            </w:r>
            <w:r>
              <w:rPr>
                <w:i/>
                <w:iCs/>
              </w:rPr>
              <w:t>sequence</w:t>
            </w:r>
            <w:r>
              <w:t xml:space="preserve"> of symbols which can be evaluated and vocabulary in math.</w:t>
            </w:r>
          </w:p>
          <w:p w:rsidR="001B7327" w:rsidRDefault="001B7327" w:rsidP="00C01880">
            <w:r w:rsidRPr="007D201D">
              <w:rPr>
                <w:b/>
                <w:u w:val="single"/>
              </w:rPr>
              <w:t>Symbols</w:t>
            </w:r>
            <w:r>
              <w:t>-mathematical operations and variables.</w:t>
            </w:r>
          </w:p>
          <w:p w:rsidR="001B7327" w:rsidRDefault="001B7327" w:rsidP="00C01880">
            <w:r w:rsidRPr="007D201D">
              <w:rPr>
                <w:b/>
                <w:u w:val="single"/>
              </w:rPr>
              <w:t>Definitions</w:t>
            </w:r>
            <w:r>
              <w:t xml:space="preserve">-understanding the meanind of math vocab and symbols. </w:t>
            </w:r>
          </w:p>
          <w:p w:rsidR="001B7327" w:rsidRDefault="001B7327" w:rsidP="00C01880">
            <w:r w:rsidRPr="007D201D">
              <w:rPr>
                <w:b/>
                <w:u w:val="single"/>
              </w:rPr>
              <w:t>Proofs</w:t>
            </w:r>
            <w:r>
              <w:rPr>
                <w:b/>
                <w:u w:val="single"/>
              </w:rPr>
              <w:t>-</w:t>
            </w:r>
            <w:r w:rsidRPr="007D201D">
              <w:rPr>
                <w:b/>
                <w:u w:val="single"/>
              </w:rPr>
              <w:t xml:space="preserve"> </w:t>
            </w:r>
            <w:r>
              <w:t xml:space="preserve">a convincing demonstration (within the accepted standards of the field) that some </w:t>
            </w:r>
            <w:hyperlink r:id="rId7" w:tooltip="Mathematical statement" w:history="1">
              <w:r>
                <w:rPr>
                  <w:rStyle w:val="Hyperlink"/>
                </w:rPr>
                <w:t>mathematical statement</w:t>
              </w:r>
            </w:hyperlink>
            <w:r>
              <w:t xml:space="preserve"> is necessarily true</w:t>
            </w:r>
          </w:p>
          <w:p w:rsidR="001B7327" w:rsidRDefault="001B7327" w:rsidP="00C01880">
            <w:r w:rsidRPr="007D201D">
              <w:rPr>
                <w:b/>
                <w:u w:val="single"/>
              </w:rPr>
              <w:t>Counterexamples</w:t>
            </w:r>
            <w:r>
              <w:t xml:space="preserve"> an exception to a proposed general rule</w:t>
            </w:r>
          </w:p>
          <w:p w:rsidR="001B7327" w:rsidRDefault="001B7327" w:rsidP="00C01880">
            <w:r w:rsidRPr="002244CA">
              <w:rPr>
                <w:b/>
                <w:u w:val="single"/>
              </w:rPr>
              <w:t>Mathematical reasoning</w:t>
            </w:r>
            <w:r>
              <w:t>-using the rules of mathematics to solve problems.</w:t>
            </w:r>
          </w:p>
        </w:tc>
        <w:tc>
          <w:tcPr>
            <w:tcW w:w="3067" w:type="dxa"/>
            <w:vMerge w:val="restart"/>
          </w:tcPr>
          <w:p w:rsidR="001B7327" w:rsidRDefault="001B7327" w:rsidP="00543D44">
            <w:r w:rsidRPr="002244CA">
              <w:rPr>
                <w:b/>
                <w:u w:val="single"/>
              </w:rPr>
              <w:t>Use  Precisely</w:t>
            </w:r>
            <w:r>
              <w:t xml:space="preserve">-Accuracy  </w:t>
            </w:r>
          </w:p>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p w:rsidR="001B7327" w:rsidRDefault="001B7327" w:rsidP="00543D44"/>
        </w:tc>
      </w:tr>
      <w:tr w:rsidR="001B7327" w:rsidTr="005A5B8B">
        <w:trPr>
          <w:trHeight w:val="2540"/>
        </w:trPr>
        <w:tc>
          <w:tcPr>
            <w:tcW w:w="4149" w:type="dxa"/>
          </w:tcPr>
          <w:p w:rsidR="001B7327" w:rsidRPr="00D766E6" w:rsidRDefault="001B7327" w:rsidP="00543D44">
            <w:pPr>
              <w:rPr>
                <w:b/>
                <w:sz w:val="26"/>
                <w:szCs w:val="26"/>
              </w:rPr>
            </w:pPr>
            <w:r w:rsidRPr="00D766E6">
              <w:rPr>
                <w:b/>
                <w:sz w:val="26"/>
                <w:szCs w:val="26"/>
              </w:rPr>
              <w:t>Critical Vocabulary</w:t>
            </w:r>
          </w:p>
          <w:p w:rsidR="001B7327" w:rsidRDefault="001B7327" w:rsidP="00543D44">
            <w:pPr>
              <w:rPr>
                <w:b/>
                <w:sz w:val="26"/>
                <w:szCs w:val="26"/>
              </w:rPr>
            </w:pPr>
            <w:r>
              <w:rPr>
                <w:b/>
                <w:sz w:val="26"/>
                <w:szCs w:val="26"/>
              </w:rPr>
              <w:t xml:space="preserve">Symbols </w:t>
            </w:r>
          </w:p>
          <w:p w:rsidR="001B7327" w:rsidRDefault="001B7327" w:rsidP="00543D44">
            <w:pPr>
              <w:rPr>
                <w:b/>
                <w:sz w:val="26"/>
                <w:szCs w:val="26"/>
              </w:rPr>
            </w:pPr>
            <w:r>
              <w:rPr>
                <w:b/>
                <w:sz w:val="26"/>
                <w:szCs w:val="26"/>
              </w:rPr>
              <w:t>Definitions</w:t>
            </w:r>
          </w:p>
          <w:p w:rsidR="001B7327" w:rsidRPr="00D766E6" w:rsidRDefault="001B7327" w:rsidP="00543D44">
            <w:pPr>
              <w:rPr>
                <w:b/>
                <w:sz w:val="26"/>
                <w:szCs w:val="26"/>
              </w:rPr>
            </w:pPr>
            <w:r>
              <w:rPr>
                <w:b/>
                <w:sz w:val="26"/>
                <w:szCs w:val="26"/>
              </w:rPr>
              <w:t>Proofs</w:t>
            </w:r>
          </w:p>
          <w:p w:rsidR="001B7327" w:rsidRPr="00D766E6" w:rsidRDefault="001B7327" w:rsidP="00543D44">
            <w:pPr>
              <w:rPr>
                <w:b/>
                <w:sz w:val="26"/>
                <w:szCs w:val="26"/>
              </w:rPr>
            </w:pPr>
          </w:p>
          <w:p w:rsidR="001B7327" w:rsidRPr="00D766E6" w:rsidRDefault="001B7327" w:rsidP="00543D44">
            <w:pPr>
              <w:rPr>
                <w:b/>
                <w:sz w:val="26"/>
                <w:szCs w:val="26"/>
              </w:rPr>
            </w:pPr>
          </w:p>
          <w:p w:rsidR="001B7327" w:rsidRPr="00D766E6" w:rsidRDefault="001B7327" w:rsidP="00543D44">
            <w:pPr>
              <w:rPr>
                <w:b/>
                <w:sz w:val="26"/>
                <w:szCs w:val="26"/>
              </w:rPr>
            </w:pPr>
          </w:p>
          <w:p w:rsidR="001B7327" w:rsidRDefault="001B7327" w:rsidP="00543D44"/>
          <w:p w:rsidR="001B7327" w:rsidRDefault="001B7327" w:rsidP="00543D44"/>
        </w:tc>
        <w:tc>
          <w:tcPr>
            <w:tcW w:w="3427" w:type="dxa"/>
            <w:vMerge/>
          </w:tcPr>
          <w:p w:rsidR="001B7327" w:rsidRDefault="001B7327" w:rsidP="00543D44"/>
        </w:tc>
        <w:tc>
          <w:tcPr>
            <w:tcW w:w="3247" w:type="dxa"/>
            <w:vMerge/>
          </w:tcPr>
          <w:p w:rsidR="001B7327" w:rsidRDefault="001B7327" w:rsidP="00543D44"/>
        </w:tc>
        <w:tc>
          <w:tcPr>
            <w:tcW w:w="3067" w:type="dxa"/>
            <w:vMerge/>
          </w:tcPr>
          <w:p w:rsidR="001B7327" w:rsidRDefault="001B7327" w:rsidP="00543D44"/>
        </w:tc>
      </w:tr>
    </w:tbl>
    <w:p w:rsidR="001B7327" w:rsidRDefault="001B7327" w:rsidP="002C4F34">
      <w:pPr>
        <w:ind w:left="-540"/>
        <w:jc w:val="center"/>
        <w:rPr>
          <w:sz w:val="28"/>
          <w:szCs w:val="28"/>
        </w:rPr>
      </w:pPr>
    </w:p>
    <w:p w:rsidR="001B7327" w:rsidRPr="00D64DBE" w:rsidRDefault="001B7327" w:rsidP="002C4F34">
      <w:pPr>
        <w:ind w:left="-540"/>
        <w:jc w:val="center"/>
        <w:rPr>
          <w:sz w:val="28"/>
          <w:szCs w:val="28"/>
        </w:rPr>
      </w:pPr>
      <w:r>
        <w:rPr>
          <w:sz w:val="28"/>
          <w:szCs w:val="28"/>
        </w:rPr>
        <w:br w:type="page"/>
        <w:t xml:space="preserve">Subject: ___Algebra I___           Teacher(s): ___V. Jones__________________________    </w:t>
      </w:r>
    </w:p>
    <w:p w:rsidR="001B7327" w:rsidRDefault="001B7327" w:rsidP="002C4F3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pPr>
              <w:jc w:val="center"/>
            </w:pPr>
          </w:p>
          <w:p w:rsidR="001B7327" w:rsidRDefault="001B7327" w:rsidP="00571B70">
            <w:pPr>
              <w:jc w:val="center"/>
            </w:pPr>
          </w:p>
          <w:p w:rsidR="001B7327" w:rsidRDefault="001B7327" w:rsidP="00571B70">
            <w:r>
              <w:t>CLE 3102.1.2 Apply and adapt a variety of appropriate strategies to problem solving, including testing</w:t>
            </w:r>
          </w:p>
          <w:p w:rsidR="001B7327" w:rsidRDefault="001B7327" w:rsidP="00571B70">
            <w:r>
              <w:t>cases, estimation, and then checking induced errors and the reasonableness of the solution.</w:t>
            </w:r>
          </w:p>
          <w:p w:rsidR="001B7327" w:rsidRPr="00AD5CC6" w:rsidRDefault="001B7327" w:rsidP="00571B70">
            <w:pPr>
              <w:jc w:val="center"/>
            </w:pPr>
          </w:p>
        </w:tc>
        <w:tc>
          <w:tcPr>
            <w:tcW w:w="3427" w:type="dxa"/>
            <w:vMerge w:val="restart"/>
          </w:tcPr>
          <w:p w:rsidR="001B7327" w:rsidRPr="00827E11" w:rsidRDefault="001B7327" w:rsidP="00571B70">
            <w:pPr>
              <w:rPr>
                <w:rFonts w:ascii="Arial" w:hAnsi="Arial" w:cs="Arial"/>
                <w:color w:val="231F20"/>
              </w:rPr>
            </w:pPr>
            <w:r w:rsidRPr="0068620C">
              <w:rPr>
                <w:b/>
              </w:rPr>
              <w:t>Learn to solve problems and reviewing data to check for comprehension.</w:t>
            </w:r>
            <w:r>
              <w:rPr>
                <w:b/>
              </w:rPr>
              <w:t xml:space="preserve">  </w:t>
            </w:r>
            <w:r w:rsidRPr="00827E11">
              <w:rPr>
                <w:rFonts w:ascii="Arial" w:hAnsi="Arial" w:cs="Arial"/>
                <w:color w:val="231F20"/>
              </w:rPr>
              <w:t>Perform</w:t>
            </w:r>
            <w:r>
              <w:rPr>
                <w:rFonts w:ascii="Arial" w:hAnsi="Arial" w:cs="Arial"/>
                <w:color w:val="231F20"/>
              </w:rPr>
              <w:t xml:space="preserve"> straightforward word-to-symbol </w:t>
            </w:r>
            <w:r w:rsidRPr="00827E11">
              <w:rPr>
                <w:rFonts w:ascii="Arial" w:hAnsi="Arial" w:cs="Arial"/>
                <w:color w:val="231F20"/>
              </w:rPr>
              <w:t>translations</w:t>
            </w:r>
          </w:p>
          <w:p w:rsidR="001B7327" w:rsidRPr="00827E11" w:rsidRDefault="001B7327" w:rsidP="00571B70">
            <w:pPr>
              <w:rPr>
                <w:rFonts w:ascii="Arial" w:hAnsi="Arial" w:cs="Arial"/>
                <w:color w:val="231F20"/>
              </w:rPr>
            </w:pPr>
          </w:p>
          <w:p w:rsidR="001B7327" w:rsidRPr="0068620C" w:rsidRDefault="001B7327" w:rsidP="00571B70">
            <w:pPr>
              <w:rPr>
                <w:b/>
              </w:rPr>
            </w:pPr>
          </w:p>
        </w:tc>
        <w:tc>
          <w:tcPr>
            <w:tcW w:w="3247" w:type="dxa"/>
            <w:vMerge w:val="restart"/>
          </w:tcPr>
          <w:p w:rsidR="001B7327" w:rsidRDefault="001B7327" w:rsidP="00571B70">
            <w:r w:rsidRPr="001E367F">
              <w:rPr>
                <w:b/>
                <w:u w:val="single"/>
              </w:rPr>
              <w:t>Testing</w:t>
            </w:r>
            <w:r>
              <w:t>-checking for math proficiency.</w:t>
            </w:r>
          </w:p>
          <w:p w:rsidR="001B7327" w:rsidRDefault="001B7327" w:rsidP="00571B70">
            <w:r w:rsidRPr="001E367F">
              <w:rPr>
                <w:b/>
                <w:u w:val="single"/>
              </w:rPr>
              <w:t>Estimation</w:t>
            </w:r>
            <w:r>
              <w:t>- the calculated approximation of a result</w:t>
            </w:r>
          </w:p>
          <w:p w:rsidR="001B7327" w:rsidRDefault="001B7327" w:rsidP="00571B70">
            <w:r w:rsidRPr="001E367F">
              <w:rPr>
                <w:b/>
                <w:u w:val="single"/>
              </w:rPr>
              <w:t>Solution</w:t>
            </w:r>
            <w:r>
              <w:rPr>
                <w:b/>
                <w:u w:val="single"/>
              </w:rPr>
              <w:t>-</w:t>
            </w:r>
            <w:r>
              <w:t xml:space="preserve"> A </w:t>
            </w:r>
            <w:r>
              <w:rPr>
                <w:rStyle w:val="searchmatch"/>
              </w:rPr>
              <w:t>solution</w:t>
            </w:r>
            <w:r>
              <w:t xml:space="preserve">, to be a </w:t>
            </w:r>
            <w:r>
              <w:rPr>
                <w:rStyle w:val="searchmatch"/>
              </w:rPr>
              <w:t>solution</w:t>
            </w:r>
            <w:r>
              <w:t>, must share some of the problems characteristics-</w:t>
            </w:r>
          </w:p>
        </w:tc>
        <w:tc>
          <w:tcPr>
            <w:tcW w:w="3067" w:type="dxa"/>
            <w:vMerge w:val="restart"/>
          </w:tcPr>
          <w:p w:rsidR="001B7327" w:rsidRDefault="001B7327" w:rsidP="00571B70"/>
          <w:p w:rsidR="001B7327" w:rsidRDefault="001B7327" w:rsidP="00571B70">
            <w:r w:rsidRPr="001E367F">
              <w:rPr>
                <w:b/>
                <w:u w:val="single"/>
              </w:rPr>
              <w:t>Apply-</w:t>
            </w:r>
            <w:r>
              <w:t xml:space="preserve"> a function that </w:t>
            </w:r>
            <w:r>
              <w:rPr>
                <w:rStyle w:val="searchmatch"/>
              </w:rPr>
              <w:t>applies</w:t>
            </w:r>
            <w:r>
              <w:t xml:space="preserve"> functions to arguments</w:t>
            </w:r>
          </w:p>
          <w:p w:rsidR="001B7327" w:rsidRDefault="001B7327" w:rsidP="00571B70">
            <w:r w:rsidRPr="001E367F">
              <w:rPr>
                <w:b/>
                <w:u w:val="single"/>
              </w:rPr>
              <w:t>Adapt</w:t>
            </w:r>
            <w:r>
              <w:t>-Change</w:t>
            </w:r>
          </w:p>
          <w:p w:rsidR="001B7327" w:rsidRDefault="001B7327" w:rsidP="00571B70">
            <w:r w:rsidRPr="001E367F">
              <w:rPr>
                <w:b/>
                <w:u w:val="single"/>
              </w:rPr>
              <w:t>Problem solve</w:t>
            </w:r>
            <w:r>
              <w:t xml:space="preserve">- the mental process of creating a solution to a </w:t>
            </w:r>
            <w:r>
              <w:rPr>
                <w:rStyle w:val="searchmatch"/>
              </w:rPr>
              <w:t>problem</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Default="001B7327" w:rsidP="00571B70">
            <w:pPr>
              <w:rPr>
                <w:b/>
                <w:sz w:val="26"/>
                <w:szCs w:val="26"/>
              </w:rPr>
            </w:pPr>
            <w:r w:rsidRPr="00D766E6">
              <w:rPr>
                <w:b/>
                <w:sz w:val="26"/>
                <w:szCs w:val="26"/>
              </w:rPr>
              <w:t>Critical Vocabulary</w:t>
            </w:r>
            <w:r>
              <w:rPr>
                <w:b/>
                <w:sz w:val="26"/>
                <w:szCs w:val="26"/>
              </w:rPr>
              <w:t>-</w:t>
            </w:r>
          </w:p>
          <w:p w:rsidR="001B7327" w:rsidRDefault="001B7327" w:rsidP="00571B70">
            <w:pPr>
              <w:rPr>
                <w:b/>
                <w:sz w:val="26"/>
                <w:szCs w:val="26"/>
              </w:rPr>
            </w:pPr>
            <w:r>
              <w:rPr>
                <w:b/>
                <w:sz w:val="26"/>
                <w:szCs w:val="26"/>
              </w:rPr>
              <w:t>Testing</w:t>
            </w:r>
          </w:p>
          <w:p w:rsidR="001B7327" w:rsidRDefault="001B7327" w:rsidP="00571B70">
            <w:pPr>
              <w:rPr>
                <w:b/>
                <w:sz w:val="26"/>
                <w:szCs w:val="26"/>
              </w:rPr>
            </w:pPr>
            <w:r>
              <w:rPr>
                <w:b/>
                <w:sz w:val="26"/>
                <w:szCs w:val="26"/>
              </w:rPr>
              <w:t>Estimation</w:t>
            </w:r>
          </w:p>
          <w:p w:rsidR="001B7327" w:rsidRDefault="001B7327" w:rsidP="00571B70">
            <w:pPr>
              <w:rPr>
                <w:b/>
                <w:sz w:val="26"/>
                <w:szCs w:val="26"/>
              </w:rPr>
            </w:pPr>
            <w:r>
              <w:rPr>
                <w:b/>
                <w:sz w:val="26"/>
                <w:szCs w:val="26"/>
              </w:rPr>
              <w:t>Solution</w:t>
            </w:r>
          </w:p>
          <w:p w:rsidR="001B7327" w:rsidRDefault="001B7327" w:rsidP="00571B70">
            <w:pPr>
              <w:rPr>
                <w:b/>
                <w:sz w:val="26"/>
                <w:szCs w:val="26"/>
              </w:rPr>
            </w:pPr>
            <w:r>
              <w:rPr>
                <w:b/>
                <w:sz w:val="26"/>
                <w:szCs w:val="26"/>
              </w:rPr>
              <w:t xml:space="preserve">Apply </w:t>
            </w:r>
          </w:p>
          <w:p w:rsidR="001B7327" w:rsidRDefault="001B7327" w:rsidP="00571B70">
            <w:pPr>
              <w:rPr>
                <w:b/>
                <w:sz w:val="26"/>
                <w:szCs w:val="26"/>
              </w:rPr>
            </w:pPr>
            <w:r>
              <w:rPr>
                <w:b/>
                <w:sz w:val="26"/>
                <w:szCs w:val="26"/>
              </w:rPr>
              <w:t>Adapt</w:t>
            </w:r>
          </w:p>
          <w:p w:rsidR="001B7327" w:rsidRPr="00D766E6" w:rsidRDefault="001B7327" w:rsidP="00571B70">
            <w:pPr>
              <w:rPr>
                <w:b/>
                <w:sz w:val="26"/>
                <w:szCs w:val="26"/>
              </w:rPr>
            </w:pPr>
            <w:r>
              <w:rPr>
                <w:b/>
                <w:sz w:val="26"/>
                <w:szCs w:val="26"/>
              </w:rPr>
              <w:t>Problem solve</w:t>
            </w: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2C4F34"/>
    <w:p w:rsidR="001B7327" w:rsidRPr="00D64DBE" w:rsidRDefault="001B7327" w:rsidP="002C4F34">
      <w:pPr>
        <w:ind w:left="-540"/>
        <w:jc w:val="center"/>
        <w:rPr>
          <w:sz w:val="28"/>
          <w:szCs w:val="28"/>
        </w:rPr>
      </w:pPr>
      <w:r>
        <w:br w:type="page"/>
      </w:r>
      <w:r>
        <w:rPr>
          <w:sz w:val="28"/>
          <w:szCs w:val="28"/>
        </w:rPr>
        <w:t xml:space="preserve">Subject: Algebra I________________           Teacher(s): Vincent Jones_________________________    </w:t>
      </w:r>
    </w:p>
    <w:p w:rsidR="001B7327" w:rsidRDefault="001B7327" w:rsidP="002C4F34"/>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pPr>
              <w:jc w:val="center"/>
            </w:pPr>
          </w:p>
          <w:p w:rsidR="001B7327" w:rsidRDefault="001B7327" w:rsidP="00571B70">
            <w:r>
              <w:t>CLE 3102.1.4 Move flexibly between multiple representations (contextual, physical, written, verbal,</w:t>
            </w:r>
          </w:p>
          <w:p w:rsidR="001B7327" w:rsidRDefault="001B7327" w:rsidP="00571B70">
            <w:r>
              <w:t>iconic/pictorial, graphical, tabular, and symbolic), to solve problems, to model</w:t>
            </w:r>
          </w:p>
          <w:p w:rsidR="001B7327" w:rsidRDefault="001B7327" w:rsidP="00571B70">
            <w:r>
              <w:t>mathematical ideas, and to communicate solution strategies</w:t>
            </w:r>
          </w:p>
          <w:p w:rsidR="001B7327" w:rsidRPr="00AD5CC6" w:rsidRDefault="001B7327" w:rsidP="00571B70">
            <w:pPr>
              <w:jc w:val="center"/>
            </w:pPr>
          </w:p>
        </w:tc>
        <w:tc>
          <w:tcPr>
            <w:tcW w:w="3427" w:type="dxa"/>
            <w:vMerge w:val="restart"/>
          </w:tcPr>
          <w:p w:rsidR="001B7327" w:rsidRPr="00827E11" w:rsidRDefault="001B7327" w:rsidP="00571B70">
            <w:pPr>
              <w:rPr>
                <w:rFonts w:ascii="Arial" w:hAnsi="Arial" w:cs="Arial"/>
                <w:color w:val="231F20"/>
              </w:rPr>
            </w:pPr>
            <w:r w:rsidRPr="00827E11">
              <w:rPr>
                <w:rFonts w:ascii="Arial" w:hAnsi="Arial" w:cs="Arial"/>
                <w:color w:val="231F20"/>
              </w:rPr>
              <w:t>Draw conclusions based on number concepts, algebraic properties, and/or relationships</w:t>
            </w:r>
          </w:p>
          <w:p w:rsidR="001B7327" w:rsidRDefault="001B7327" w:rsidP="00571B70">
            <w:pPr>
              <w:rPr>
                <w:rFonts w:ascii="Arial" w:hAnsi="Arial" w:cs="Arial"/>
                <w:color w:val="231F20"/>
              </w:rPr>
            </w:pPr>
            <w:r w:rsidRPr="00827E11">
              <w:rPr>
                <w:rFonts w:ascii="Arial" w:hAnsi="Arial" w:cs="Arial"/>
                <w:color w:val="231F20"/>
              </w:rPr>
              <w:t>between expressions and numbers</w:t>
            </w:r>
            <w:r>
              <w:rPr>
                <w:rFonts w:ascii="Arial" w:hAnsi="Arial" w:cs="Arial"/>
                <w:color w:val="231F20"/>
              </w:rPr>
              <w:t xml:space="preserve">.  </w:t>
            </w:r>
          </w:p>
          <w:p w:rsidR="001B7327" w:rsidRPr="00827E11" w:rsidRDefault="001B7327" w:rsidP="00571B70">
            <w:pPr>
              <w:rPr>
                <w:rFonts w:ascii="Arial" w:hAnsi="Arial" w:cs="Arial"/>
                <w:color w:val="231F20"/>
              </w:rPr>
            </w:pPr>
          </w:p>
          <w:p w:rsidR="001B7327" w:rsidRDefault="001B7327" w:rsidP="00571B70"/>
        </w:tc>
        <w:tc>
          <w:tcPr>
            <w:tcW w:w="3247" w:type="dxa"/>
            <w:vMerge w:val="restart"/>
          </w:tcPr>
          <w:p w:rsidR="001B7327" w:rsidRDefault="001B7327" w:rsidP="00571B70">
            <w:r w:rsidRPr="00B6148D">
              <w:rPr>
                <w:b/>
                <w:u w:val="single"/>
              </w:rPr>
              <w:t>Contextual-</w:t>
            </w:r>
            <w:r w:rsidRPr="00B6148D">
              <w:rPr>
                <w:rFonts w:ascii="Arial" w:hAnsi="Arial" w:cs="Arial"/>
                <w:color w:val="000000"/>
                <w:sz w:val="20"/>
                <w:szCs w:val="20"/>
              </w:rPr>
              <w:t xml:space="preserve"> </w:t>
            </w:r>
            <w:r w:rsidRPr="00B6148D">
              <w:t>depending on the context</w:t>
            </w:r>
          </w:p>
          <w:p w:rsidR="001B7327" w:rsidRDefault="001B7327" w:rsidP="00571B70">
            <w:r>
              <w:t>Physical</w:t>
            </w:r>
          </w:p>
          <w:p w:rsidR="001B7327" w:rsidRDefault="001B7327" w:rsidP="00571B70">
            <w:r>
              <w:t>Written</w:t>
            </w:r>
          </w:p>
          <w:p w:rsidR="001B7327" w:rsidRDefault="001B7327" w:rsidP="00571B70">
            <w:r>
              <w:t>Verbal</w:t>
            </w:r>
          </w:p>
          <w:p w:rsidR="001B7327" w:rsidRDefault="001B7327" w:rsidP="00571B70">
            <w:r w:rsidRPr="00B6148D">
              <w:rPr>
                <w:b/>
                <w:u w:val="single"/>
              </w:rPr>
              <w:t>Iconic/pictorial</w:t>
            </w:r>
            <w:r>
              <w:t>-</w:t>
            </w:r>
            <w:r>
              <w:rPr>
                <w:rFonts w:ascii="Verdana" w:hAnsi="Verdana"/>
                <w:color w:val="333333"/>
                <w:sz w:val="21"/>
                <w:szCs w:val="21"/>
              </w:rPr>
              <w:t xml:space="preserve"> the use of multiple attributes or features and spatial relationships</w:t>
            </w:r>
          </w:p>
          <w:p w:rsidR="001B7327" w:rsidRDefault="001B7327" w:rsidP="00571B70"/>
        </w:tc>
        <w:tc>
          <w:tcPr>
            <w:tcW w:w="3067" w:type="dxa"/>
            <w:vMerge w:val="restart"/>
          </w:tcPr>
          <w:p w:rsidR="001B7327" w:rsidRDefault="001B7327" w:rsidP="00571B70"/>
          <w:p w:rsidR="001B7327" w:rsidRDefault="001B7327" w:rsidP="00571B70">
            <w:r w:rsidRPr="00B6148D">
              <w:rPr>
                <w:b/>
                <w:u w:val="single"/>
              </w:rPr>
              <w:t>Solve problems</w:t>
            </w:r>
            <w:r>
              <w:t xml:space="preserve">- a mental process and is part of the larger </w:t>
            </w:r>
            <w:hyperlink r:id="rId8" w:tooltip="Problem" w:history="1">
              <w:r>
                <w:rPr>
                  <w:rStyle w:val="Hyperlink"/>
                </w:rPr>
                <w:t>problem</w:t>
              </w:r>
            </w:hyperlink>
            <w:r>
              <w:t xml:space="preserve"> process that includes </w:t>
            </w:r>
            <w:hyperlink r:id="rId9" w:tooltip="Problem finding" w:history="1">
              <w:r>
                <w:rPr>
                  <w:rStyle w:val="Hyperlink"/>
                </w:rPr>
                <w:t>problem finding</w:t>
              </w:r>
            </w:hyperlink>
            <w:r>
              <w:t xml:space="preserve"> and </w:t>
            </w:r>
            <w:hyperlink r:id="rId10" w:tooltip="Problem shaping" w:history="1">
              <w:r>
                <w:rPr>
                  <w:rStyle w:val="Hyperlink"/>
                </w:rPr>
                <w:t>problem shaping</w:t>
              </w:r>
            </w:hyperlink>
            <w:r>
              <w:t>.</w:t>
            </w:r>
          </w:p>
          <w:p w:rsidR="001B7327" w:rsidRDefault="001B7327" w:rsidP="00571B70">
            <w:r>
              <w:t xml:space="preserve"> </w:t>
            </w:r>
          </w:p>
          <w:p w:rsidR="001B7327" w:rsidRDefault="001B7327" w:rsidP="00571B70">
            <w:r w:rsidRPr="00B6148D">
              <w:rPr>
                <w:b/>
                <w:u w:val="single"/>
              </w:rPr>
              <w:t>Model mathematical ideas</w:t>
            </w:r>
            <w:r>
              <w:t>-use best math practices to solve analytical problems.</w:t>
            </w:r>
          </w:p>
          <w:p w:rsidR="001B7327" w:rsidRDefault="001B7327" w:rsidP="00571B70"/>
          <w:p w:rsidR="001B7327" w:rsidRDefault="001B7327" w:rsidP="00571B70">
            <w:r w:rsidRPr="00B6148D">
              <w:rPr>
                <w:b/>
                <w:u w:val="single"/>
              </w:rPr>
              <w:t>Communicate solutions</w:t>
            </w:r>
            <w:r>
              <w:t>-state clearly the processes that have been taken to get to solutions.</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Default="001B7327" w:rsidP="00571B70">
            <w:pPr>
              <w:rPr>
                <w:b/>
                <w:sz w:val="26"/>
                <w:szCs w:val="26"/>
              </w:rPr>
            </w:pPr>
            <w:r w:rsidRPr="00D766E6">
              <w:rPr>
                <w:b/>
                <w:sz w:val="26"/>
                <w:szCs w:val="26"/>
              </w:rPr>
              <w:t>Critical Vocabulary</w:t>
            </w:r>
          </w:p>
          <w:p w:rsidR="001B7327" w:rsidRDefault="001B7327" w:rsidP="00571B70">
            <w:r>
              <w:t>Contextual</w:t>
            </w:r>
          </w:p>
          <w:p w:rsidR="001B7327" w:rsidRDefault="001B7327" w:rsidP="00571B70">
            <w:r>
              <w:t>Physical</w:t>
            </w:r>
          </w:p>
          <w:p w:rsidR="001B7327" w:rsidRDefault="001B7327" w:rsidP="00571B70">
            <w:r>
              <w:t>Written</w:t>
            </w:r>
          </w:p>
          <w:p w:rsidR="001B7327" w:rsidRDefault="001B7327" w:rsidP="00571B70">
            <w:r>
              <w:t>Verbal</w:t>
            </w:r>
          </w:p>
          <w:p w:rsidR="001B7327" w:rsidRDefault="001B7327" w:rsidP="00571B70">
            <w:r>
              <w:t>Iconic/pictorial,</w:t>
            </w:r>
          </w:p>
          <w:p w:rsidR="001B7327" w:rsidRPr="002C4F34" w:rsidRDefault="001B7327" w:rsidP="00571B70">
            <w:r>
              <w:t>tubular, symbolic)</w:t>
            </w:r>
          </w:p>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2C4F34"/>
    <w:p w:rsidR="001B7327" w:rsidRPr="00D64DBE" w:rsidRDefault="001B7327" w:rsidP="004A6EBB">
      <w:pPr>
        <w:ind w:left="-540"/>
        <w:jc w:val="center"/>
        <w:rPr>
          <w:sz w:val="28"/>
          <w:szCs w:val="28"/>
        </w:rPr>
      </w:pPr>
      <w:r>
        <w:br w:type="page"/>
      </w:r>
      <w:r>
        <w:rPr>
          <w:sz w:val="28"/>
          <w:szCs w:val="28"/>
        </w:rPr>
        <w:t xml:space="preserve">Subject: Algebra I____________           Teacher(s): Vincent Jones__________________    </w:t>
      </w:r>
    </w:p>
    <w:p w:rsidR="001B7327" w:rsidRDefault="001B7327" w:rsidP="004A6EBB"/>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pPr>
              <w:jc w:val="center"/>
            </w:pPr>
          </w:p>
          <w:p w:rsidR="001B7327" w:rsidRDefault="001B7327" w:rsidP="00571B70">
            <w:pPr>
              <w:jc w:val="center"/>
            </w:pPr>
          </w:p>
          <w:p w:rsidR="001B7327" w:rsidRDefault="001B7327" w:rsidP="00571B70">
            <w:r>
              <w:t>CLE 3102.1.5 Recognize and use mathematical ideas and processes that arise in different settings, with</w:t>
            </w:r>
          </w:p>
          <w:p w:rsidR="001B7327" w:rsidRDefault="001B7327" w:rsidP="00571B70">
            <w:r>
              <w:t>an emphasis on formulating a problem in mathematical terms, interpreting the solutions,</w:t>
            </w:r>
          </w:p>
          <w:p w:rsidR="001B7327" w:rsidRDefault="001B7327" w:rsidP="00571B70">
            <w:r>
              <w:t>mathematical ideas, and communication of solution strategies.</w:t>
            </w:r>
          </w:p>
          <w:p w:rsidR="001B7327" w:rsidRPr="00AD5CC6" w:rsidRDefault="001B7327" w:rsidP="00571B70">
            <w:pPr>
              <w:jc w:val="center"/>
            </w:pPr>
          </w:p>
        </w:tc>
        <w:tc>
          <w:tcPr>
            <w:tcW w:w="3427" w:type="dxa"/>
            <w:vMerge w:val="restart"/>
          </w:tcPr>
          <w:p w:rsidR="001B7327" w:rsidRDefault="001B7327" w:rsidP="00571B70">
            <w:r>
              <w:t>Students will recognize problems.  Formulate solutions and Interpret possible solutions for mathematical equations.</w:t>
            </w:r>
          </w:p>
        </w:tc>
        <w:tc>
          <w:tcPr>
            <w:tcW w:w="3247" w:type="dxa"/>
            <w:vMerge w:val="restart"/>
          </w:tcPr>
          <w:p w:rsidR="001B7327" w:rsidRDefault="001B7327" w:rsidP="00571B70">
            <w:r>
              <w:t>Use mathematical Ideas</w:t>
            </w:r>
          </w:p>
        </w:tc>
        <w:tc>
          <w:tcPr>
            <w:tcW w:w="3067" w:type="dxa"/>
            <w:vMerge w:val="restart"/>
          </w:tcPr>
          <w:p w:rsidR="001B7327" w:rsidRDefault="001B7327" w:rsidP="00571B70"/>
          <w:p w:rsidR="001B7327" w:rsidRDefault="001B7327" w:rsidP="00571B70"/>
          <w:p w:rsidR="001B7327" w:rsidRDefault="001B7327" w:rsidP="00571B70">
            <w:r>
              <w:t>R</w:t>
            </w:r>
            <w:r w:rsidRPr="00835CCD">
              <w:rPr>
                <w:b/>
              </w:rPr>
              <w:t>ecogniz</w:t>
            </w:r>
            <w:r>
              <w:t>e-understand what mathematical procedure being dealt with</w:t>
            </w:r>
          </w:p>
          <w:p w:rsidR="001B7327" w:rsidRDefault="001B7327" w:rsidP="00571B70"/>
          <w:p w:rsidR="001B7327" w:rsidRDefault="001B7327" w:rsidP="00571B70">
            <w:r>
              <w:t>Formulate- using math formulas piece together the best way to solve issues</w:t>
            </w:r>
          </w:p>
          <w:p w:rsidR="001B7327" w:rsidRDefault="001B7327" w:rsidP="00571B70"/>
          <w:p w:rsidR="001B7327" w:rsidRDefault="001B7327" w:rsidP="00571B70"/>
          <w:p w:rsidR="001B7327" w:rsidRDefault="001B7327" w:rsidP="00571B70">
            <w:r>
              <w:t>Interpret solutions-check for understanding of math equations</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Default="001B7327" w:rsidP="00571B70">
            <w:pPr>
              <w:rPr>
                <w:b/>
                <w:sz w:val="26"/>
                <w:szCs w:val="26"/>
              </w:rPr>
            </w:pPr>
            <w:r>
              <w:rPr>
                <w:b/>
                <w:sz w:val="26"/>
                <w:szCs w:val="26"/>
              </w:rPr>
              <w:t>Recognize</w:t>
            </w:r>
          </w:p>
          <w:p w:rsidR="001B7327" w:rsidRDefault="001B7327" w:rsidP="00571B70">
            <w:pPr>
              <w:rPr>
                <w:b/>
                <w:sz w:val="26"/>
                <w:szCs w:val="26"/>
              </w:rPr>
            </w:pPr>
            <w:r>
              <w:rPr>
                <w:b/>
                <w:sz w:val="26"/>
                <w:szCs w:val="26"/>
              </w:rPr>
              <w:t>Formulate</w:t>
            </w:r>
          </w:p>
          <w:p w:rsidR="001B7327" w:rsidRDefault="001B7327" w:rsidP="00571B70">
            <w:pPr>
              <w:rPr>
                <w:b/>
                <w:sz w:val="26"/>
                <w:szCs w:val="26"/>
              </w:rPr>
            </w:pPr>
            <w:r>
              <w:rPr>
                <w:b/>
                <w:sz w:val="26"/>
                <w:szCs w:val="26"/>
              </w:rPr>
              <w:t>Interpret Solutions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4A6EBB"/>
    <w:p w:rsidR="001B7327" w:rsidRPr="00D64DBE" w:rsidRDefault="001B7327" w:rsidP="003C2136">
      <w:pPr>
        <w:ind w:left="-540"/>
        <w:jc w:val="center"/>
        <w:rPr>
          <w:sz w:val="28"/>
          <w:szCs w:val="28"/>
        </w:rPr>
      </w:pPr>
      <w:r>
        <w:br w:type="page"/>
      </w:r>
      <w:r>
        <w:rPr>
          <w:sz w:val="28"/>
          <w:szCs w:val="28"/>
        </w:rPr>
        <w:t xml:space="preserve">Subject: ___Algebra I___________           Teacher(s): __Little, Jones, Trumbo__________________________    </w:t>
      </w:r>
    </w:p>
    <w:p w:rsidR="001B7327" w:rsidRDefault="001B7327" w:rsidP="003C213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r>
              <w:t>CLE 3102.1.6 Employ reading and writing to recognize the major themes of mathematical processes,</w:t>
            </w:r>
          </w:p>
          <w:p w:rsidR="001B7327" w:rsidRDefault="001B7327" w:rsidP="00571B70">
            <w:r>
              <w:t>the historical development of mathematics, and the connections between mathematics</w:t>
            </w:r>
          </w:p>
          <w:p w:rsidR="001B7327" w:rsidRDefault="001B7327" w:rsidP="00571B70">
            <w:r>
              <w:t>and the real world.</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Recognize and understand the major themes of mathematical processes and make connection to how math relates in real life. Explain the connection by reading and writing.</w:t>
            </w:r>
          </w:p>
        </w:tc>
        <w:tc>
          <w:tcPr>
            <w:tcW w:w="3247" w:type="dxa"/>
            <w:vMerge w:val="restart"/>
          </w:tcPr>
          <w:p w:rsidR="001B7327" w:rsidRDefault="001B7327" w:rsidP="00571B70">
            <w:r>
              <w:t xml:space="preserve">read and write </w:t>
            </w:r>
          </w:p>
          <w:p w:rsidR="001B7327" w:rsidRDefault="001B7327" w:rsidP="00571B70">
            <w:r>
              <w:t xml:space="preserve">major themes: understand major areas of math (number sense, algebra, geometry, measurement, data &amp; statistics) </w:t>
            </w:r>
          </w:p>
          <w:p w:rsidR="001B7327" w:rsidRDefault="001B7327" w:rsidP="00571B70">
            <w:r>
              <w:t>mathematics</w:t>
            </w:r>
          </w:p>
          <w:p w:rsidR="001B7327" w:rsidRDefault="001B7327" w:rsidP="00571B70">
            <w:r>
              <w:t>real world.</w:t>
            </w:r>
          </w:p>
          <w:p w:rsidR="001B7327" w:rsidRDefault="001B7327" w:rsidP="00571B70"/>
        </w:tc>
        <w:tc>
          <w:tcPr>
            <w:tcW w:w="3067" w:type="dxa"/>
            <w:vMerge w:val="restart"/>
          </w:tcPr>
          <w:p w:rsidR="001B7327" w:rsidRDefault="001B7327" w:rsidP="00571B70">
            <w:r>
              <w:t xml:space="preserve">Employ </w:t>
            </w:r>
          </w:p>
          <w:p w:rsidR="001B7327" w:rsidRDefault="001B7327" w:rsidP="00571B70">
            <w:r>
              <w:t xml:space="preserve">recognize </w:t>
            </w:r>
          </w:p>
          <w:p w:rsidR="001B7327" w:rsidRDefault="001B7327" w:rsidP="00571B70">
            <w:r>
              <w:t xml:space="preserve">connect </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Pr="00D766E6" w:rsidRDefault="001B7327" w:rsidP="00571B70">
            <w:pPr>
              <w:rPr>
                <w:b/>
                <w:sz w:val="26"/>
                <w:szCs w:val="26"/>
              </w:rPr>
            </w:pPr>
            <w:r>
              <w:rPr>
                <w:b/>
                <w:sz w:val="26"/>
                <w:szCs w:val="26"/>
              </w:rPr>
              <w:t>Major themes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3C2136">
      <w:pPr>
        <w:ind w:left="-540"/>
        <w:jc w:val="center"/>
        <w:rPr>
          <w:sz w:val="28"/>
          <w:szCs w:val="28"/>
        </w:rPr>
      </w:pPr>
    </w:p>
    <w:p w:rsidR="001B7327" w:rsidRDefault="001B7327" w:rsidP="003C2136">
      <w:pPr>
        <w:rPr>
          <w:sz w:val="28"/>
          <w:szCs w:val="28"/>
        </w:rPr>
      </w:pPr>
      <w:r>
        <w:rPr>
          <w:sz w:val="28"/>
          <w:szCs w:val="28"/>
        </w:rPr>
        <w:t xml:space="preserve">Subject: ___Algebra I___________           Teacher(s): __Little, Jones, Trumbo__________________________    </w:t>
      </w:r>
    </w:p>
    <w:p w:rsidR="001B7327" w:rsidRDefault="001B7327" w:rsidP="003C2136"/>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r>
              <w:t>CLE 3102.1.7 Use technologies appropriately to develop understanding of abstract mathematical ideas, to facilitate problem solving, and to produce accurate and reliable models</w:t>
            </w: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Use technology to represent problem with various models to assist in the problem solving.</w:t>
            </w:r>
          </w:p>
        </w:tc>
        <w:tc>
          <w:tcPr>
            <w:tcW w:w="3247" w:type="dxa"/>
            <w:vMerge w:val="restart"/>
          </w:tcPr>
          <w:p w:rsidR="001B7327" w:rsidRDefault="001B7327" w:rsidP="00571B70">
            <w:r>
              <w:t xml:space="preserve">Technology: graphing calculator </w:t>
            </w:r>
          </w:p>
          <w:p w:rsidR="001B7327" w:rsidRDefault="001B7327" w:rsidP="00571B70">
            <w:r>
              <w:t>problem solve: strategies to solve problem</w:t>
            </w:r>
          </w:p>
          <w:p w:rsidR="001B7327" w:rsidRDefault="001B7327" w:rsidP="00571B70">
            <w:r>
              <w:t>models:  represent problem in various ways.</w:t>
            </w:r>
          </w:p>
          <w:p w:rsidR="001B7327" w:rsidRDefault="001B7327" w:rsidP="00571B70">
            <w:pPr>
              <w:jc w:val="center"/>
            </w:pPr>
          </w:p>
          <w:p w:rsidR="001B7327" w:rsidRDefault="001B7327" w:rsidP="00571B70"/>
        </w:tc>
        <w:tc>
          <w:tcPr>
            <w:tcW w:w="3067" w:type="dxa"/>
            <w:vMerge w:val="restart"/>
          </w:tcPr>
          <w:p w:rsidR="001B7327" w:rsidRDefault="001B7327" w:rsidP="00571B70">
            <w:r>
              <w:t>Use, develop, facilitate produce</w:t>
            </w:r>
          </w:p>
          <w:p w:rsidR="001B7327" w:rsidRDefault="001B7327" w:rsidP="00571B70">
            <w:r>
              <w:t>Accurate,</w:t>
            </w:r>
          </w:p>
          <w:p w:rsidR="001B7327" w:rsidRDefault="001B7327" w:rsidP="00571B70">
            <w:r>
              <w:t>reliable</w:t>
            </w:r>
          </w:p>
          <w:p w:rsidR="001B7327" w:rsidRDefault="001B7327" w:rsidP="00571B70">
            <w:pPr>
              <w:jc w:val="cente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Technology</w:t>
            </w:r>
          </w:p>
          <w:p w:rsidR="001B7327" w:rsidRDefault="001B7327" w:rsidP="00571B70">
            <w:pPr>
              <w:rPr>
                <w:b/>
                <w:sz w:val="26"/>
                <w:szCs w:val="26"/>
              </w:rPr>
            </w:pPr>
            <w:r>
              <w:rPr>
                <w:b/>
                <w:sz w:val="26"/>
                <w:szCs w:val="26"/>
              </w:rPr>
              <w:t>Abstract mathematical ideas.</w:t>
            </w:r>
          </w:p>
          <w:p w:rsidR="001B7327" w:rsidRPr="00D766E6" w:rsidRDefault="001B7327" w:rsidP="00571B70">
            <w:pPr>
              <w:rPr>
                <w:b/>
                <w:sz w:val="26"/>
                <w:szCs w:val="26"/>
              </w:rPr>
            </w:pPr>
            <w:r>
              <w:rPr>
                <w:b/>
                <w:sz w:val="26"/>
                <w:szCs w:val="26"/>
              </w:rPr>
              <w:t>models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3C2136"/>
    <w:p w:rsidR="001B7327" w:rsidRDefault="001B7327" w:rsidP="003C2136"/>
    <w:p w:rsidR="001B7327" w:rsidRDefault="001B7327" w:rsidP="00BE6047">
      <w:pPr>
        <w:ind w:left="-540"/>
        <w:jc w:val="center"/>
        <w:rPr>
          <w:sz w:val="28"/>
          <w:szCs w:val="28"/>
        </w:rPr>
      </w:pPr>
    </w:p>
    <w:p w:rsidR="001B7327" w:rsidRPr="00556BEA" w:rsidRDefault="001B7327" w:rsidP="00BE6047">
      <w:pPr>
        <w:ind w:left="-540"/>
        <w:jc w:val="center"/>
        <w:rPr>
          <w:sz w:val="28"/>
          <w:szCs w:val="28"/>
          <w:u w:val="single"/>
        </w:rPr>
      </w:pPr>
      <w:r>
        <w:rPr>
          <w:sz w:val="28"/>
          <w:szCs w:val="28"/>
        </w:rPr>
        <w:t xml:space="preserve">Subject: </w:t>
      </w:r>
      <w:r>
        <w:rPr>
          <w:sz w:val="28"/>
          <w:szCs w:val="28"/>
          <w:u w:val="single"/>
        </w:rPr>
        <w:t xml:space="preserve">Algebra 1                                            </w:t>
      </w:r>
      <w:r>
        <w:rPr>
          <w:sz w:val="28"/>
          <w:szCs w:val="28"/>
        </w:rPr>
        <w:t xml:space="preserve">        Teacher(s): </w:t>
      </w:r>
      <w:r>
        <w:rPr>
          <w:sz w:val="28"/>
          <w:szCs w:val="28"/>
          <w:u w:val="single"/>
        </w:rPr>
        <w:t xml:space="preserve">Jones, Little, and, Trumbo </w:t>
      </w:r>
      <w:r>
        <w:rPr>
          <w:sz w:val="28"/>
          <w:szCs w:val="28"/>
        </w:rPr>
        <w:t xml:space="preserve">    </w:t>
      </w:r>
    </w:p>
    <w:p w:rsidR="001B7327" w:rsidRDefault="001B7327" w:rsidP="00BE6047"/>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Pr="00556BEA" w:rsidRDefault="001B7327" w:rsidP="00571B70">
            <w:pPr>
              <w:jc w:val="center"/>
              <w:rPr>
                <w:b/>
              </w:rPr>
            </w:pPr>
            <w:r>
              <w:rPr>
                <w:rFonts w:ascii="Times-Roman" w:hAnsi="Times-Roman" w:cs="Times-Roman"/>
              </w:rPr>
              <w:t>CLE 3102.3.1 Use algebraic thinking to analyze and generalize patterns</w:t>
            </w:r>
            <w:r>
              <w:rPr>
                <w:rFonts w:ascii="Times-Roman" w:hAnsi="Times-Roman" w:cs="Times-Roman"/>
                <w:b/>
              </w:rPr>
              <w:t>.</w:t>
            </w: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Use thought processes to discover non specific patterns in Algebra.</w:t>
            </w:r>
          </w:p>
        </w:tc>
        <w:tc>
          <w:tcPr>
            <w:tcW w:w="3247" w:type="dxa"/>
            <w:vMerge w:val="restart"/>
          </w:tcPr>
          <w:p w:rsidR="001B7327" w:rsidRDefault="001B7327" w:rsidP="00571B70">
            <w:pPr>
              <w:rPr>
                <w:b/>
              </w:rPr>
            </w:pPr>
            <w:r>
              <w:rPr>
                <w:b/>
              </w:rPr>
              <w:t>Algebraic Thinking</w:t>
            </w:r>
          </w:p>
          <w:p w:rsidR="001B7327" w:rsidRDefault="001B7327" w:rsidP="00571B70">
            <w:pPr>
              <w:rPr>
                <w:b/>
              </w:rPr>
            </w:pPr>
            <w:r>
              <w:rPr>
                <w:b/>
              </w:rPr>
              <w:t>Analyze Patterns</w:t>
            </w:r>
          </w:p>
          <w:p w:rsidR="001B7327" w:rsidRDefault="001B7327" w:rsidP="00571B70">
            <w:pPr>
              <w:rPr>
                <w:b/>
              </w:rPr>
            </w:pPr>
            <w:r>
              <w:rPr>
                <w:b/>
              </w:rPr>
              <w:t>Generalize Patterns</w:t>
            </w:r>
          </w:p>
          <w:p w:rsidR="001B7327" w:rsidRPr="00556BEA" w:rsidRDefault="001B7327" w:rsidP="00571B70">
            <w:pPr>
              <w:rPr>
                <w:b/>
              </w:rPr>
            </w:pPr>
          </w:p>
        </w:tc>
        <w:tc>
          <w:tcPr>
            <w:tcW w:w="3067" w:type="dxa"/>
            <w:vMerge w:val="restart"/>
          </w:tcPr>
          <w:p w:rsidR="001B7327" w:rsidRPr="00556BEA" w:rsidRDefault="001B7327" w:rsidP="00571B70">
            <w:pPr>
              <w:rPr>
                <w:b/>
              </w:rPr>
            </w:pPr>
            <w:r>
              <w:rPr>
                <w:b/>
              </w:rPr>
              <w:t xml:space="preserve">Use - </w:t>
            </w:r>
            <w:r>
              <w:t>the ability to make sense of something.</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Pr="00556BEA" w:rsidRDefault="001B7327" w:rsidP="00571B70">
            <w:pPr>
              <w:rPr>
                <w:sz w:val="26"/>
                <w:szCs w:val="26"/>
              </w:rPr>
            </w:pPr>
            <w:r>
              <w:rPr>
                <w:b/>
                <w:sz w:val="26"/>
                <w:szCs w:val="26"/>
              </w:rPr>
              <w:t xml:space="preserve">Algebraic Thinking – </w:t>
            </w:r>
            <w:r w:rsidRPr="00556BEA">
              <w:rPr>
                <w:sz w:val="26"/>
                <w:szCs w:val="26"/>
              </w:rPr>
              <w:t xml:space="preserve">understanding </w:t>
            </w:r>
            <w:r>
              <w:rPr>
                <w:sz w:val="26"/>
                <w:szCs w:val="26"/>
              </w:rPr>
              <w:t>mathematic processes or ideas.</w:t>
            </w:r>
          </w:p>
          <w:p w:rsidR="001B7327" w:rsidRDefault="001B7327" w:rsidP="00571B70">
            <w:pPr>
              <w:rPr>
                <w:sz w:val="26"/>
                <w:szCs w:val="26"/>
              </w:rPr>
            </w:pPr>
            <w:r>
              <w:rPr>
                <w:b/>
                <w:sz w:val="26"/>
                <w:szCs w:val="26"/>
              </w:rPr>
              <w:t xml:space="preserve">Analyze Patterns – </w:t>
            </w:r>
            <w:r w:rsidRPr="00556BEA">
              <w:rPr>
                <w:sz w:val="26"/>
                <w:szCs w:val="26"/>
              </w:rPr>
              <w:t>means to take apart mathematical patterns to find out how they works.</w:t>
            </w:r>
          </w:p>
          <w:p w:rsidR="001B7327" w:rsidRPr="00556BEA" w:rsidRDefault="001B7327" w:rsidP="00571B70">
            <w:pPr>
              <w:rPr>
                <w:sz w:val="26"/>
                <w:szCs w:val="26"/>
              </w:rPr>
            </w:pPr>
            <w:r>
              <w:rPr>
                <w:b/>
                <w:sz w:val="26"/>
                <w:szCs w:val="26"/>
              </w:rPr>
              <w:t xml:space="preserve">Generalize Patterns – </w:t>
            </w:r>
            <w:r w:rsidRPr="00556BEA">
              <w:rPr>
                <w:sz w:val="26"/>
                <w:szCs w:val="26"/>
              </w:rPr>
              <w:t>are non specific patterns.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Pr="00D64DBE" w:rsidRDefault="001B7327" w:rsidP="00BE6047">
      <w:pPr>
        <w:ind w:left="-540"/>
        <w:jc w:val="center"/>
        <w:rPr>
          <w:sz w:val="28"/>
          <w:szCs w:val="28"/>
        </w:rPr>
      </w:pPr>
      <w:r>
        <w:rPr>
          <w:sz w:val="28"/>
          <w:szCs w:val="28"/>
        </w:rPr>
        <w:t xml:space="preserve">Subject: </w:t>
      </w:r>
      <w:r>
        <w:rPr>
          <w:sz w:val="28"/>
          <w:szCs w:val="28"/>
          <w:u w:val="single"/>
        </w:rPr>
        <w:t xml:space="preserve">Algebra 1                                            </w:t>
      </w:r>
      <w:r>
        <w:rPr>
          <w:sz w:val="28"/>
          <w:szCs w:val="28"/>
        </w:rPr>
        <w:t xml:space="preserve">          Teacher(s): </w:t>
      </w:r>
      <w:r>
        <w:rPr>
          <w:sz w:val="28"/>
          <w:szCs w:val="28"/>
          <w:u w:val="single"/>
        </w:rPr>
        <w:t xml:space="preserve">Jones, Little, and Trumbo </w:t>
      </w:r>
      <w:r>
        <w:rPr>
          <w:sz w:val="28"/>
          <w:szCs w:val="28"/>
        </w:rPr>
        <w:t xml:space="preserve">    </w:t>
      </w:r>
    </w:p>
    <w:p w:rsidR="001B7327" w:rsidRDefault="001B7327" w:rsidP="00BE6047"/>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BE6047">
        <w:trPr>
          <w:trHeight w:val="2312"/>
        </w:trPr>
        <w:tc>
          <w:tcPr>
            <w:tcW w:w="4149" w:type="dxa"/>
          </w:tcPr>
          <w:p w:rsidR="001B7327" w:rsidRDefault="001B7327" w:rsidP="00571B70">
            <w:pPr>
              <w:jc w:val="center"/>
            </w:pPr>
          </w:p>
          <w:p w:rsidR="001B7327" w:rsidRPr="00BE6047" w:rsidRDefault="001B7327" w:rsidP="00BE6047">
            <w:pPr>
              <w:autoSpaceDE w:val="0"/>
              <w:autoSpaceDN w:val="0"/>
              <w:adjustRightInd w:val="0"/>
              <w:rPr>
                <w:rFonts w:ascii="Times-Roman" w:hAnsi="Times-Roman" w:cs="Times-Roman"/>
              </w:rPr>
            </w:pPr>
            <w:r>
              <w:rPr>
                <w:rFonts w:ascii="Times-Roman" w:hAnsi="Times-Roman" w:cs="Times-Roman"/>
              </w:rPr>
              <w:t>CLE 3102.2.2 Understand properties of and relationships between subsets and elements of the real number system</w:t>
            </w:r>
          </w:p>
        </w:tc>
        <w:tc>
          <w:tcPr>
            <w:tcW w:w="3427" w:type="dxa"/>
            <w:vMerge w:val="restart"/>
          </w:tcPr>
          <w:p w:rsidR="001B7327" w:rsidRDefault="001B7327" w:rsidP="00571B70">
            <w:r>
              <w:t>Understand how operations behave and how they are compared in subsets and elements of the real number system.</w:t>
            </w:r>
          </w:p>
        </w:tc>
        <w:tc>
          <w:tcPr>
            <w:tcW w:w="3247" w:type="dxa"/>
            <w:vMerge w:val="restart"/>
          </w:tcPr>
          <w:p w:rsidR="001B7327" w:rsidRDefault="001B7327" w:rsidP="00571B70">
            <w:r>
              <w:t>properties</w:t>
            </w:r>
          </w:p>
          <w:p w:rsidR="001B7327" w:rsidRDefault="001B7327" w:rsidP="00571B70">
            <w:r>
              <w:t>relationships</w:t>
            </w:r>
          </w:p>
          <w:p w:rsidR="001B7327" w:rsidRDefault="001B7327" w:rsidP="00571B70">
            <w:r>
              <w:t>subsets</w:t>
            </w:r>
          </w:p>
          <w:p w:rsidR="001B7327" w:rsidRDefault="001B7327" w:rsidP="00571B70">
            <w:r>
              <w:t>elements</w:t>
            </w:r>
          </w:p>
          <w:p w:rsidR="001B7327" w:rsidRDefault="001B7327" w:rsidP="00571B70">
            <w:r>
              <w:t>system</w:t>
            </w:r>
          </w:p>
        </w:tc>
        <w:tc>
          <w:tcPr>
            <w:tcW w:w="3067" w:type="dxa"/>
            <w:vMerge w:val="restart"/>
          </w:tcPr>
          <w:p w:rsidR="001B7327" w:rsidRDefault="001B7327" w:rsidP="00571B70">
            <w:r>
              <w:t>Understand – the ability to make sense of something.</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 xml:space="preserve">properties – </w:t>
            </w:r>
            <w:r>
              <w:rPr>
                <w:sz w:val="26"/>
                <w:szCs w:val="26"/>
              </w:rPr>
              <w:t>are</w:t>
            </w:r>
            <w:r w:rsidRPr="00892E71">
              <w:rPr>
                <w:sz w:val="26"/>
                <w:szCs w:val="26"/>
              </w:rPr>
              <w:t xml:space="preserve"> operations </w:t>
            </w:r>
            <w:r>
              <w:rPr>
                <w:sz w:val="26"/>
                <w:szCs w:val="26"/>
              </w:rPr>
              <w:t xml:space="preserve">that </w:t>
            </w:r>
            <w:r w:rsidRPr="00892E71">
              <w:rPr>
                <w:sz w:val="26"/>
                <w:szCs w:val="26"/>
              </w:rPr>
              <w:t>behave on numbers.</w:t>
            </w:r>
          </w:p>
          <w:p w:rsidR="001B7327" w:rsidRPr="00892E71" w:rsidRDefault="001B7327" w:rsidP="00571B70">
            <w:pPr>
              <w:rPr>
                <w:sz w:val="26"/>
                <w:szCs w:val="26"/>
              </w:rPr>
            </w:pPr>
            <w:r>
              <w:rPr>
                <w:b/>
                <w:sz w:val="26"/>
                <w:szCs w:val="26"/>
              </w:rPr>
              <w:t xml:space="preserve">relationships – </w:t>
            </w:r>
            <w:r w:rsidRPr="00892E71">
              <w:rPr>
                <w:sz w:val="26"/>
                <w:szCs w:val="26"/>
              </w:rPr>
              <w:t>a</w:t>
            </w:r>
            <w:r>
              <w:rPr>
                <w:sz w:val="26"/>
                <w:szCs w:val="26"/>
              </w:rPr>
              <w:t>re</w:t>
            </w:r>
            <w:r w:rsidRPr="00892E71">
              <w:rPr>
                <w:sz w:val="26"/>
                <w:szCs w:val="26"/>
              </w:rPr>
              <w:t xml:space="preserve"> comparison</w:t>
            </w:r>
            <w:r>
              <w:rPr>
                <w:sz w:val="26"/>
                <w:szCs w:val="26"/>
              </w:rPr>
              <w:t>s</w:t>
            </w:r>
            <w:r w:rsidRPr="00892E71">
              <w:rPr>
                <w:sz w:val="26"/>
                <w:szCs w:val="26"/>
              </w:rPr>
              <w:t xml:space="preserve"> between two quantities.</w:t>
            </w:r>
          </w:p>
          <w:p w:rsidR="001B7327" w:rsidRPr="00892E71" w:rsidRDefault="001B7327" w:rsidP="00571B70">
            <w:pPr>
              <w:rPr>
                <w:sz w:val="26"/>
                <w:szCs w:val="26"/>
              </w:rPr>
            </w:pPr>
            <w:r>
              <w:rPr>
                <w:b/>
                <w:sz w:val="26"/>
                <w:szCs w:val="26"/>
              </w:rPr>
              <w:t xml:space="preserve">subsets – </w:t>
            </w:r>
            <w:r w:rsidRPr="00892E71">
              <w:rPr>
                <w:sz w:val="26"/>
                <w:szCs w:val="26"/>
              </w:rPr>
              <w:t>are</w:t>
            </w:r>
            <w:r>
              <w:rPr>
                <w:b/>
                <w:sz w:val="26"/>
                <w:szCs w:val="26"/>
              </w:rPr>
              <w:t xml:space="preserve"> </w:t>
            </w:r>
            <w:r w:rsidRPr="00892E71">
              <w:rPr>
                <w:sz w:val="26"/>
                <w:szCs w:val="26"/>
              </w:rPr>
              <w:t>the relationship</w:t>
            </w:r>
            <w:r>
              <w:rPr>
                <w:sz w:val="26"/>
                <w:szCs w:val="26"/>
              </w:rPr>
              <w:t>s</w:t>
            </w:r>
            <w:r w:rsidRPr="00892E71">
              <w:rPr>
                <w:sz w:val="26"/>
                <w:szCs w:val="26"/>
              </w:rPr>
              <w:t xml:space="preserve"> of one group being included into a second group.</w:t>
            </w:r>
          </w:p>
          <w:p w:rsidR="001B7327" w:rsidRDefault="001B7327" w:rsidP="00571B70">
            <w:pPr>
              <w:rPr>
                <w:b/>
                <w:sz w:val="26"/>
                <w:szCs w:val="26"/>
              </w:rPr>
            </w:pPr>
            <w:r>
              <w:rPr>
                <w:b/>
                <w:sz w:val="26"/>
                <w:szCs w:val="26"/>
              </w:rPr>
              <w:t xml:space="preserve">elements – </w:t>
            </w:r>
            <w:r w:rsidRPr="00892E71">
              <w:rPr>
                <w:sz w:val="26"/>
                <w:szCs w:val="26"/>
              </w:rPr>
              <w:t>are</w:t>
            </w:r>
            <w:r>
              <w:rPr>
                <w:b/>
                <w:sz w:val="26"/>
                <w:szCs w:val="26"/>
              </w:rPr>
              <w:t xml:space="preserve"> </w:t>
            </w:r>
            <w:r w:rsidRPr="00892E71">
              <w:rPr>
                <w:sz w:val="26"/>
                <w:szCs w:val="26"/>
              </w:rPr>
              <w:t>values of a set.</w:t>
            </w:r>
          </w:p>
          <w:p w:rsidR="001B7327" w:rsidRPr="00BE6047" w:rsidRDefault="001B7327" w:rsidP="00571B70">
            <w:pPr>
              <w:rPr>
                <w:sz w:val="26"/>
                <w:szCs w:val="26"/>
              </w:rPr>
            </w:pPr>
            <w:r>
              <w:rPr>
                <w:b/>
                <w:sz w:val="26"/>
                <w:szCs w:val="26"/>
              </w:rPr>
              <w:t xml:space="preserve">real number system – </w:t>
            </w:r>
            <w:r w:rsidRPr="00892E71">
              <w:rPr>
                <w:sz w:val="26"/>
                <w:szCs w:val="26"/>
              </w:rPr>
              <w:t>consist of two subsets of numbers, the rational number</w:t>
            </w:r>
            <w:r>
              <w:rPr>
                <w:sz w:val="26"/>
                <w:szCs w:val="26"/>
              </w:rPr>
              <w:t>s</w:t>
            </w:r>
            <w:r w:rsidRPr="00892E71">
              <w:rPr>
                <w:sz w:val="26"/>
                <w:szCs w:val="26"/>
              </w:rPr>
              <w:t xml:space="preserve"> and the irrational numbers.</w:t>
            </w:r>
          </w:p>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BE6047">
      <w:pPr>
        <w:ind w:left="-540"/>
        <w:jc w:val="center"/>
        <w:rPr>
          <w:sz w:val="28"/>
          <w:szCs w:val="28"/>
        </w:rPr>
      </w:pPr>
    </w:p>
    <w:p w:rsidR="001B7327" w:rsidRPr="00D64DBE" w:rsidRDefault="001B7327" w:rsidP="00BE6047">
      <w:pPr>
        <w:ind w:left="-540"/>
        <w:jc w:val="center"/>
        <w:rPr>
          <w:sz w:val="28"/>
          <w:szCs w:val="28"/>
        </w:rPr>
      </w:pPr>
      <w:r>
        <w:rPr>
          <w:sz w:val="28"/>
          <w:szCs w:val="28"/>
        </w:rPr>
        <w:br w:type="page"/>
        <w:t xml:space="preserve">Subject: </w:t>
      </w:r>
      <w:r>
        <w:rPr>
          <w:b/>
          <w:sz w:val="28"/>
          <w:szCs w:val="28"/>
          <w:u w:val="single"/>
        </w:rPr>
        <w:t xml:space="preserve">Algebra 1                                           </w:t>
      </w:r>
      <w:r>
        <w:rPr>
          <w:sz w:val="28"/>
          <w:szCs w:val="28"/>
        </w:rPr>
        <w:t xml:space="preserve">           Teacher(s): </w:t>
      </w:r>
      <w:r>
        <w:rPr>
          <w:sz w:val="28"/>
          <w:szCs w:val="28"/>
          <w:u w:val="single"/>
        </w:rPr>
        <w:t>Jones, Little, and Trumbo</w:t>
      </w:r>
      <w:r>
        <w:rPr>
          <w:sz w:val="28"/>
          <w:szCs w:val="28"/>
        </w:rPr>
        <w:t xml:space="preserve"> </w:t>
      </w:r>
    </w:p>
    <w:p w:rsidR="001B7327" w:rsidRDefault="001B7327" w:rsidP="00BE6047"/>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BE6047">
        <w:trPr>
          <w:trHeight w:val="2672"/>
        </w:trPr>
        <w:tc>
          <w:tcPr>
            <w:tcW w:w="4149" w:type="dxa"/>
          </w:tcPr>
          <w:p w:rsidR="001B7327" w:rsidRPr="00DD4C53" w:rsidRDefault="001B7327" w:rsidP="00571B70">
            <w:pPr>
              <w:autoSpaceDE w:val="0"/>
              <w:autoSpaceDN w:val="0"/>
              <w:adjustRightInd w:val="0"/>
              <w:rPr>
                <w:rFonts w:ascii="Times-Roman" w:hAnsi="Times-Roman" w:cs="Times-Roman"/>
                <w:b/>
              </w:rPr>
            </w:pPr>
            <w:r w:rsidRPr="00DD4C53">
              <w:rPr>
                <w:rFonts w:ascii="Times-Roman" w:hAnsi="Times-Roman" w:cs="Times-Roman"/>
                <w:b/>
              </w:rPr>
              <w:t>CLE 3102.3.2 Understand and apply properties in order to perform opera</w:t>
            </w:r>
            <w:r>
              <w:rPr>
                <w:rFonts w:ascii="Times-Roman" w:hAnsi="Times-Roman" w:cs="Times-Roman"/>
                <w:b/>
              </w:rPr>
              <w:t>tions with, evaluate, simplify,</w:t>
            </w:r>
            <w:r w:rsidRPr="00DD4C53">
              <w:rPr>
                <w:rFonts w:ascii="Times-Roman" w:hAnsi="Times-Roman" w:cs="Times-Roman"/>
                <w:b/>
              </w:rPr>
              <w:t>and factor expressions and polynomials.</w:t>
            </w:r>
          </w:p>
          <w:p w:rsidR="001B7327" w:rsidRPr="00DD4C53" w:rsidRDefault="001B7327" w:rsidP="00571B70">
            <w:pPr>
              <w:jc w:val="center"/>
              <w:rPr>
                <w:b/>
              </w:rPr>
            </w:pPr>
          </w:p>
          <w:p w:rsidR="001B7327" w:rsidRPr="00DD4C53" w:rsidRDefault="001B7327" w:rsidP="00571B70">
            <w:pPr>
              <w:jc w:val="center"/>
              <w:rPr>
                <w:b/>
              </w:rPr>
            </w:pPr>
          </w:p>
          <w:p w:rsidR="001B7327" w:rsidRPr="00DD4C53" w:rsidRDefault="001B7327" w:rsidP="00571B70">
            <w:pPr>
              <w:jc w:val="center"/>
              <w:rPr>
                <w:b/>
              </w:rPr>
            </w:pPr>
          </w:p>
        </w:tc>
        <w:tc>
          <w:tcPr>
            <w:tcW w:w="3427" w:type="dxa"/>
            <w:vMerge w:val="restart"/>
          </w:tcPr>
          <w:p w:rsidR="001B7327" w:rsidRPr="00DD4C53" w:rsidRDefault="001B7327" w:rsidP="00571B70">
            <w:pPr>
              <w:rPr>
                <w:b/>
              </w:rPr>
            </w:pPr>
            <w:r w:rsidRPr="00DD4C53">
              <w:rPr>
                <w:b/>
              </w:rPr>
              <w:t>Understand how to simplify, evaluate, and factor operations including expressions and polynomials.</w:t>
            </w:r>
          </w:p>
        </w:tc>
        <w:tc>
          <w:tcPr>
            <w:tcW w:w="3247" w:type="dxa"/>
            <w:vMerge w:val="restart"/>
          </w:tcPr>
          <w:p w:rsidR="001B7327" w:rsidRDefault="001B7327" w:rsidP="00571B70">
            <w:pPr>
              <w:rPr>
                <w:b/>
              </w:rPr>
            </w:pPr>
            <w:r>
              <w:rPr>
                <w:b/>
              </w:rPr>
              <w:t>properties</w:t>
            </w:r>
          </w:p>
          <w:p w:rsidR="001B7327" w:rsidRDefault="001B7327" w:rsidP="00571B70">
            <w:pPr>
              <w:rPr>
                <w:b/>
              </w:rPr>
            </w:pPr>
            <w:r>
              <w:rPr>
                <w:b/>
              </w:rPr>
              <w:t>operations</w:t>
            </w:r>
          </w:p>
          <w:p w:rsidR="001B7327" w:rsidRDefault="001B7327" w:rsidP="00571B70">
            <w:pPr>
              <w:rPr>
                <w:b/>
              </w:rPr>
            </w:pPr>
            <w:r>
              <w:rPr>
                <w:b/>
              </w:rPr>
              <w:t>evaluate</w:t>
            </w:r>
          </w:p>
          <w:p w:rsidR="001B7327" w:rsidRDefault="001B7327" w:rsidP="00571B70">
            <w:pPr>
              <w:rPr>
                <w:b/>
              </w:rPr>
            </w:pPr>
            <w:r>
              <w:rPr>
                <w:b/>
              </w:rPr>
              <w:t>simplify</w:t>
            </w:r>
          </w:p>
          <w:p w:rsidR="001B7327" w:rsidRDefault="001B7327" w:rsidP="00571B70">
            <w:pPr>
              <w:rPr>
                <w:b/>
              </w:rPr>
            </w:pPr>
            <w:r>
              <w:rPr>
                <w:b/>
              </w:rPr>
              <w:t xml:space="preserve">factor </w:t>
            </w:r>
          </w:p>
          <w:p w:rsidR="001B7327" w:rsidRDefault="001B7327" w:rsidP="00571B70">
            <w:pPr>
              <w:rPr>
                <w:b/>
              </w:rPr>
            </w:pPr>
            <w:r>
              <w:rPr>
                <w:b/>
              </w:rPr>
              <w:t>expressions</w:t>
            </w:r>
          </w:p>
          <w:p w:rsidR="001B7327" w:rsidRPr="00DD4C53" w:rsidRDefault="001B7327" w:rsidP="00571B70">
            <w:pPr>
              <w:rPr>
                <w:b/>
              </w:rPr>
            </w:pPr>
            <w:r>
              <w:rPr>
                <w:b/>
              </w:rPr>
              <w:t>polynomials</w:t>
            </w:r>
          </w:p>
        </w:tc>
        <w:tc>
          <w:tcPr>
            <w:tcW w:w="3067" w:type="dxa"/>
            <w:vMerge w:val="restart"/>
          </w:tcPr>
          <w:p w:rsidR="001B7327" w:rsidRDefault="001B7327" w:rsidP="00571B70">
            <w:pPr>
              <w:rPr>
                <w:b/>
              </w:rPr>
            </w:pPr>
            <w:r>
              <w:rPr>
                <w:b/>
              </w:rPr>
              <w:t xml:space="preserve">understand - </w:t>
            </w:r>
            <w:r>
              <w:t>the ability to make sense of something.</w:t>
            </w:r>
          </w:p>
          <w:p w:rsidR="001B7327" w:rsidRPr="00DD4C53" w:rsidRDefault="001B7327" w:rsidP="00571B70">
            <w:r>
              <w:rPr>
                <w:b/>
              </w:rPr>
              <w:t xml:space="preserve">apply – </w:t>
            </w:r>
            <w:r w:rsidRPr="00DD4C53">
              <w:t>means to perform a task.</w:t>
            </w:r>
          </w:p>
          <w:p w:rsidR="001B7327" w:rsidRPr="00DD4C53" w:rsidRDefault="001B7327" w:rsidP="00571B70">
            <w:r>
              <w:rPr>
                <w:b/>
              </w:rPr>
              <w:t xml:space="preserve">perform – </w:t>
            </w:r>
            <w:r w:rsidRPr="00DD4C53">
              <w:t>means to do a task.</w:t>
            </w:r>
          </w:p>
          <w:p w:rsidR="001B7327" w:rsidRPr="00DD4C53" w:rsidRDefault="001B7327" w:rsidP="00571B70">
            <w:pPr>
              <w:rPr>
                <w:b/>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 xml:space="preserve">Properties - </w:t>
            </w:r>
            <w:r>
              <w:rPr>
                <w:sz w:val="26"/>
                <w:szCs w:val="26"/>
              </w:rPr>
              <w:t>are</w:t>
            </w:r>
            <w:r w:rsidRPr="00892E71">
              <w:rPr>
                <w:sz w:val="26"/>
                <w:szCs w:val="26"/>
              </w:rPr>
              <w:t xml:space="preserve"> operations </w:t>
            </w:r>
            <w:r>
              <w:rPr>
                <w:sz w:val="26"/>
                <w:szCs w:val="26"/>
              </w:rPr>
              <w:t xml:space="preserve">that </w:t>
            </w:r>
            <w:r w:rsidRPr="00892E71">
              <w:rPr>
                <w:sz w:val="26"/>
                <w:szCs w:val="26"/>
              </w:rPr>
              <w:t>behave on numbers.</w:t>
            </w:r>
          </w:p>
          <w:p w:rsidR="001B7327" w:rsidRDefault="001B7327" w:rsidP="00571B70">
            <w:pPr>
              <w:rPr>
                <w:sz w:val="26"/>
                <w:szCs w:val="26"/>
              </w:rPr>
            </w:pPr>
            <w:r>
              <w:rPr>
                <w:b/>
                <w:sz w:val="26"/>
                <w:szCs w:val="26"/>
              </w:rPr>
              <w:t xml:space="preserve">Operations – </w:t>
            </w:r>
            <w:r>
              <w:rPr>
                <w:sz w:val="26"/>
                <w:szCs w:val="26"/>
              </w:rPr>
              <w:t>are mathematical terms like add, subtract, multiply, and divide.</w:t>
            </w:r>
          </w:p>
          <w:p w:rsidR="001B7327" w:rsidRDefault="001B7327" w:rsidP="00571B70">
            <w:pPr>
              <w:rPr>
                <w:sz w:val="26"/>
                <w:szCs w:val="26"/>
              </w:rPr>
            </w:pPr>
            <w:r>
              <w:rPr>
                <w:b/>
                <w:sz w:val="26"/>
                <w:szCs w:val="26"/>
              </w:rPr>
              <w:t xml:space="preserve">Evaluate – </w:t>
            </w:r>
            <w:r>
              <w:rPr>
                <w:sz w:val="26"/>
                <w:szCs w:val="26"/>
              </w:rPr>
              <w:t>means to solve an algebraic problem.</w:t>
            </w:r>
          </w:p>
          <w:p w:rsidR="001B7327" w:rsidRDefault="001B7327" w:rsidP="00571B70">
            <w:pPr>
              <w:rPr>
                <w:sz w:val="26"/>
                <w:szCs w:val="26"/>
              </w:rPr>
            </w:pPr>
            <w:r>
              <w:rPr>
                <w:b/>
                <w:sz w:val="26"/>
                <w:szCs w:val="26"/>
              </w:rPr>
              <w:t xml:space="preserve">Simplify – </w:t>
            </w:r>
            <w:r>
              <w:rPr>
                <w:sz w:val="26"/>
                <w:szCs w:val="26"/>
              </w:rPr>
              <w:t>means to write an algebraic equation in its simplest form.</w:t>
            </w:r>
          </w:p>
          <w:p w:rsidR="001B7327" w:rsidRDefault="001B7327" w:rsidP="00571B70">
            <w:pPr>
              <w:rPr>
                <w:sz w:val="26"/>
                <w:szCs w:val="26"/>
              </w:rPr>
            </w:pPr>
            <w:r>
              <w:rPr>
                <w:b/>
                <w:sz w:val="26"/>
                <w:szCs w:val="26"/>
              </w:rPr>
              <w:t xml:space="preserve">Factor – </w:t>
            </w:r>
            <w:r>
              <w:rPr>
                <w:sz w:val="26"/>
                <w:szCs w:val="26"/>
              </w:rPr>
              <w:t>means to get a number in a form where you can easily find the value of it.</w:t>
            </w:r>
          </w:p>
          <w:p w:rsidR="001B7327" w:rsidRDefault="001B7327" w:rsidP="00571B70">
            <w:pPr>
              <w:rPr>
                <w:sz w:val="26"/>
                <w:szCs w:val="26"/>
              </w:rPr>
            </w:pPr>
            <w:r>
              <w:rPr>
                <w:b/>
                <w:sz w:val="26"/>
                <w:szCs w:val="26"/>
              </w:rPr>
              <w:t xml:space="preserve">Expressions – </w:t>
            </w:r>
            <w:r>
              <w:rPr>
                <w:sz w:val="26"/>
                <w:szCs w:val="26"/>
              </w:rPr>
              <w:t>are simply arithmetic operations or symbols that can include variables, numbers, relations, and constants.</w:t>
            </w:r>
          </w:p>
          <w:p w:rsidR="001B7327" w:rsidRPr="00BE6047" w:rsidRDefault="001B7327" w:rsidP="00571B70">
            <w:pPr>
              <w:rPr>
                <w:sz w:val="26"/>
                <w:szCs w:val="26"/>
              </w:rPr>
            </w:pPr>
            <w:r>
              <w:rPr>
                <w:b/>
                <w:sz w:val="26"/>
                <w:szCs w:val="26"/>
              </w:rPr>
              <w:t xml:space="preserve">Polynomials – </w:t>
            </w:r>
            <w:r w:rsidRPr="00DD4C53">
              <w:rPr>
                <w:sz w:val="26"/>
                <w:szCs w:val="26"/>
              </w:rPr>
              <w:t>mean many terms</w:t>
            </w:r>
          </w:p>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BE6047"/>
    <w:p w:rsidR="001B7327" w:rsidRDefault="001B7327" w:rsidP="00BE6047"/>
    <w:p w:rsidR="001B7327" w:rsidRPr="00D64DBE" w:rsidRDefault="001B7327" w:rsidP="00FA20F8">
      <w:pPr>
        <w:ind w:left="-540"/>
        <w:jc w:val="center"/>
        <w:rPr>
          <w:sz w:val="28"/>
          <w:szCs w:val="28"/>
        </w:rPr>
      </w:pPr>
      <w:r>
        <w:rPr>
          <w:sz w:val="28"/>
          <w:szCs w:val="28"/>
        </w:rPr>
        <w:t xml:space="preserve">Subject: </w:t>
      </w:r>
      <w:r>
        <w:rPr>
          <w:b/>
          <w:sz w:val="28"/>
          <w:szCs w:val="28"/>
          <w:u w:val="single"/>
        </w:rPr>
        <w:t xml:space="preserve">Algebra 1                                        </w:t>
      </w:r>
      <w:r>
        <w:rPr>
          <w:sz w:val="28"/>
          <w:szCs w:val="28"/>
        </w:rPr>
        <w:t xml:space="preserve">           Teacher(s): </w:t>
      </w:r>
      <w:r>
        <w:rPr>
          <w:b/>
          <w:sz w:val="28"/>
          <w:szCs w:val="28"/>
          <w:u w:val="single"/>
        </w:rPr>
        <w:t xml:space="preserve">Jones, Little, Trumbo </w:t>
      </w:r>
      <w:r>
        <w:rPr>
          <w:sz w:val="28"/>
          <w:szCs w:val="28"/>
        </w:rPr>
        <w:t xml:space="preserve">   </w:t>
      </w:r>
    </w:p>
    <w:p w:rsidR="001B7327" w:rsidRDefault="001B7327" w:rsidP="00FA20F8"/>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Pr="00CA280A" w:rsidRDefault="001B7327" w:rsidP="00571B70">
            <w:pPr>
              <w:jc w:val="center"/>
              <w:rPr>
                <w:rFonts w:ascii="Times-Roman" w:hAnsi="Times-Roman" w:cs="Times-Roman"/>
                <w:b/>
              </w:rPr>
            </w:pPr>
            <w:r w:rsidRPr="00CA280A">
              <w:rPr>
                <w:rFonts w:ascii="Times-Roman" w:hAnsi="Times-Roman" w:cs="Times-Roman"/>
                <w:b/>
              </w:rPr>
              <w:t>CLE 3102.3.3 Understand and apply operations with rational expressions and equations.</w:t>
            </w:r>
          </w:p>
          <w:p w:rsidR="001B7327" w:rsidRPr="00CA280A" w:rsidRDefault="001B7327" w:rsidP="00571B70">
            <w:pPr>
              <w:jc w:val="center"/>
              <w:rPr>
                <w:b/>
              </w:rPr>
            </w:pPr>
          </w:p>
          <w:p w:rsidR="001B7327" w:rsidRPr="00AD5CC6" w:rsidRDefault="001B7327" w:rsidP="00571B70">
            <w:pPr>
              <w:jc w:val="center"/>
            </w:pPr>
          </w:p>
        </w:tc>
        <w:tc>
          <w:tcPr>
            <w:tcW w:w="3427" w:type="dxa"/>
            <w:vMerge w:val="restart"/>
          </w:tcPr>
          <w:p w:rsidR="001B7327" w:rsidRDefault="001B7327" w:rsidP="00571B70">
            <w:r w:rsidRPr="00CA280A">
              <w:rPr>
                <w:rFonts w:ascii="Times-Roman" w:hAnsi="Times-Roman" w:cs="Times-Roman"/>
                <w:b/>
              </w:rPr>
              <w:t>Understand and apply operations with rational expressions and equations</w:t>
            </w:r>
          </w:p>
        </w:tc>
        <w:tc>
          <w:tcPr>
            <w:tcW w:w="3247" w:type="dxa"/>
            <w:vMerge w:val="restart"/>
          </w:tcPr>
          <w:p w:rsidR="001B7327" w:rsidRPr="00CA280A" w:rsidRDefault="001B7327" w:rsidP="00571B70">
            <w:pPr>
              <w:rPr>
                <w:b/>
              </w:rPr>
            </w:pPr>
            <w:r w:rsidRPr="00CA280A">
              <w:rPr>
                <w:b/>
              </w:rPr>
              <w:t>operations</w:t>
            </w:r>
          </w:p>
          <w:p w:rsidR="001B7327" w:rsidRPr="00CA280A" w:rsidRDefault="001B7327" w:rsidP="00571B70">
            <w:pPr>
              <w:rPr>
                <w:b/>
              </w:rPr>
            </w:pPr>
            <w:r w:rsidRPr="00CA280A">
              <w:rPr>
                <w:b/>
              </w:rPr>
              <w:t>rational expressions</w:t>
            </w:r>
          </w:p>
          <w:p w:rsidR="001B7327" w:rsidRDefault="001B7327" w:rsidP="00571B70">
            <w:r w:rsidRPr="00CA280A">
              <w:rPr>
                <w:b/>
              </w:rPr>
              <w:t>equations</w:t>
            </w:r>
          </w:p>
        </w:tc>
        <w:tc>
          <w:tcPr>
            <w:tcW w:w="3067" w:type="dxa"/>
            <w:vMerge w:val="restart"/>
          </w:tcPr>
          <w:p w:rsidR="001B7327" w:rsidRDefault="001B7327" w:rsidP="00571B70">
            <w:r>
              <w:rPr>
                <w:b/>
              </w:rPr>
              <w:t xml:space="preserve">Understand - </w:t>
            </w:r>
            <w:r>
              <w:t>the ability to make sense of something.</w:t>
            </w:r>
          </w:p>
          <w:p w:rsidR="001B7327" w:rsidRPr="00DD4C53" w:rsidRDefault="001B7327" w:rsidP="00571B70">
            <w:r>
              <w:rPr>
                <w:b/>
              </w:rPr>
              <w:t xml:space="preserve">Apply - – </w:t>
            </w:r>
            <w:r>
              <w:t>means to perform a task</w:t>
            </w:r>
            <w:r w:rsidRPr="00DD4C53">
              <w:t>.</w:t>
            </w:r>
          </w:p>
          <w:p w:rsidR="001B7327" w:rsidRPr="00CA280A" w:rsidRDefault="001B7327" w:rsidP="00571B70"/>
          <w:p w:rsidR="001B7327" w:rsidRDefault="001B7327" w:rsidP="00571B70">
            <w:pPr>
              <w:rPr>
                <w:b/>
              </w:rPr>
            </w:pPr>
          </w:p>
          <w:p w:rsidR="001B7327" w:rsidRPr="00CA280A" w:rsidRDefault="001B7327" w:rsidP="00571B70">
            <w:pPr>
              <w:rPr>
                <w:b/>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Default="001B7327" w:rsidP="00571B70">
            <w:pPr>
              <w:rPr>
                <w:sz w:val="26"/>
                <w:szCs w:val="26"/>
              </w:rPr>
            </w:pPr>
            <w:r>
              <w:rPr>
                <w:b/>
                <w:sz w:val="26"/>
                <w:szCs w:val="26"/>
              </w:rPr>
              <w:t xml:space="preserve">Operations - </w:t>
            </w:r>
            <w:r w:rsidRPr="00BD15C1">
              <w:rPr>
                <w:sz w:val="26"/>
                <w:szCs w:val="26"/>
              </w:rPr>
              <w:t>are equations</w:t>
            </w:r>
            <w:r>
              <w:rPr>
                <w:sz w:val="26"/>
                <w:szCs w:val="26"/>
              </w:rPr>
              <w:t xml:space="preserve"> that contain</w:t>
            </w:r>
            <w:r w:rsidRPr="00BD15C1">
              <w:rPr>
                <w:sz w:val="26"/>
                <w:szCs w:val="26"/>
              </w:rPr>
              <w:t xml:space="preserve"> variables and numerals</w:t>
            </w:r>
            <w:r>
              <w:rPr>
                <w:sz w:val="26"/>
                <w:szCs w:val="26"/>
              </w:rPr>
              <w:t>.</w:t>
            </w:r>
          </w:p>
          <w:p w:rsidR="001B7327" w:rsidRDefault="001B7327" w:rsidP="00571B70">
            <w:pPr>
              <w:rPr>
                <w:b/>
                <w:sz w:val="26"/>
                <w:szCs w:val="26"/>
              </w:rPr>
            </w:pPr>
            <w:r>
              <w:rPr>
                <w:b/>
                <w:sz w:val="26"/>
                <w:szCs w:val="26"/>
              </w:rPr>
              <w:t xml:space="preserve">Rational Expressions – </w:t>
            </w:r>
            <w:r w:rsidRPr="00CA280A">
              <w:rPr>
                <w:sz w:val="26"/>
                <w:szCs w:val="26"/>
              </w:rPr>
              <w:t>are fractions in which the numerator and denominator are polynomials</w:t>
            </w:r>
            <w:r>
              <w:rPr>
                <w:b/>
                <w:sz w:val="26"/>
                <w:szCs w:val="26"/>
              </w:rPr>
              <w:t>.</w:t>
            </w:r>
          </w:p>
          <w:p w:rsidR="001B7327" w:rsidRPr="00CA280A" w:rsidRDefault="001B7327" w:rsidP="00571B70">
            <w:pPr>
              <w:rPr>
                <w:sz w:val="26"/>
                <w:szCs w:val="26"/>
              </w:rPr>
            </w:pPr>
            <w:r>
              <w:rPr>
                <w:b/>
                <w:sz w:val="26"/>
                <w:szCs w:val="26"/>
              </w:rPr>
              <w:t xml:space="preserve">Equations – </w:t>
            </w:r>
            <w:r>
              <w:rPr>
                <w:sz w:val="26"/>
                <w:szCs w:val="26"/>
              </w:rPr>
              <w:t>are expressions with an equal sign.</w:t>
            </w:r>
          </w:p>
          <w:p w:rsidR="001B7327" w:rsidRPr="00D766E6" w:rsidRDefault="001B7327" w:rsidP="00571B70">
            <w:pPr>
              <w:rPr>
                <w:b/>
                <w:sz w:val="26"/>
                <w:szCs w:val="26"/>
              </w:rPr>
            </w:pPr>
          </w:p>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FA20F8"/>
    <w:p w:rsidR="001B7327" w:rsidRPr="00D64DBE" w:rsidRDefault="001B7327" w:rsidP="00E86C99">
      <w:pPr>
        <w:ind w:left="-540"/>
        <w:jc w:val="center"/>
        <w:rPr>
          <w:sz w:val="28"/>
          <w:szCs w:val="28"/>
        </w:rPr>
      </w:pPr>
      <w:r>
        <w:rPr>
          <w:sz w:val="28"/>
          <w:szCs w:val="28"/>
        </w:rPr>
        <w:br w:type="page"/>
        <w:t xml:space="preserve">Subject: </w:t>
      </w:r>
      <w:r>
        <w:rPr>
          <w:b/>
          <w:sz w:val="28"/>
          <w:szCs w:val="28"/>
          <w:u w:val="single"/>
        </w:rPr>
        <w:t xml:space="preserve">Algebra 1                                        </w:t>
      </w:r>
      <w:r>
        <w:rPr>
          <w:sz w:val="28"/>
          <w:szCs w:val="28"/>
        </w:rPr>
        <w:t xml:space="preserve">           Teacher(s): </w:t>
      </w:r>
      <w:r>
        <w:rPr>
          <w:b/>
          <w:sz w:val="28"/>
          <w:szCs w:val="28"/>
          <w:u w:val="single"/>
        </w:rPr>
        <w:t>Jones, Little, and Trumbo</w:t>
      </w:r>
      <w:r>
        <w:rPr>
          <w:sz w:val="28"/>
          <w:szCs w:val="28"/>
        </w:rPr>
        <w:t xml:space="preserve">    </w:t>
      </w:r>
    </w:p>
    <w:p w:rsidR="001B7327" w:rsidRDefault="001B7327" w:rsidP="00E86C99"/>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Pr="003243A2" w:rsidRDefault="001B7327" w:rsidP="00571B70">
            <w:pPr>
              <w:rPr>
                <w:b/>
              </w:rPr>
            </w:pPr>
            <w:r w:rsidRPr="003243A2">
              <w:rPr>
                <w:rFonts w:ascii="Times-Roman" w:hAnsi="Times-Roman" w:cs="Times-Roman"/>
                <w:b/>
              </w:rPr>
              <w:t>CLE 3102.3.4 Solve problems involving linear equations and linear inequalities.</w:t>
            </w: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rsidRPr="003243A2">
              <w:rPr>
                <w:rFonts w:ascii="Times-Roman" w:hAnsi="Times-Roman" w:cs="Times-Roman"/>
                <w:b/>
              </w:rPr>
              <w:t>Solve problems involving linear equations and linear inequalities</w:t>
            </w:r>
            <w:r>
              <w:rPr>
                <w:rFonts w:ascii="Times-Roman" w:hAnsi="Times-Roman" w:cs="Times-Roman"/>
              </w:rPr>
              <w:t>.</w:t>
            </w:r>
          </w:p>
        </w:tc>
        <w:tc>
          <w:tcPr>
            <w:tcW w:w="3247" w:type="dxa"/>
            <w:vMerge w:val="restart"/>
          </w:tcPr>
          <w:p w:rsidR="001B7327" w:rsidRDefault="001B7327" w:rsidP="00571B70">
            <w:pPr>
              <w:rPr>
                <w:b/>
              </w:rPr>
            </w:pPr>
            <w:r>
              <w:rPr>
                <w:b/>
              </w:rPr>
              <w:t>solve problems</w:t>
            </w:r>
          </w:p>
          <w:p w:rsidR="001B7327" w:rsidRDefault="001B7327" w:rsidP="00571B70">
            <w:pPr>
              <w:rPr>
                <w:b/>
              </w:rPr>
            </w:pPr>
            <w:r>
              <w:rPr>
                <w:b/>
              </w:rPr>
              <w:t>linear equations</w:t>
            </w:r>
          </w:p>
          <w:p w:rsidR="001B7327" w:rsidRPr="003243A2" w:rsidRDefault="001B7327" w:rsidP="00571B70">
            <w:pPr>
              <w:rPr>
                <w:b/>
              </w:rPr>
            </w:pPr>
            <w:r>
              <w:rPr>
                <w:b/>
              </w:rPr>
              <w:t>linear inequalities</w:t>
            </w:r>
          </w:p>
        </w:tc>
        <w:tc>
          <w:tcPr>
            <w:tcW w:w="3067" w:type="dxa"/>
            <w:vMerge w:val="restart"/>
          </w:tcPr>
          <w:p w:rsidR="001B7327" w:rsidRPr="003243A2" w:rsidRDefault="001B7327" w:rsidP="00571B70">
            <w:pPr>
              <w:rPr>
                <w:b/>
              </w:rPr>
            </w:pPr>
            <w:r>
              <w:rPr>
                <w:b/>
              </w:rPr>
              <w:t>involving – means being a part of something.</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Default="001B7327" w:rsidP="00571B70">
            <w:pPr>
              <w:rPr>
                <w:b/>
                <w:sz w:val="26"/>
                <w:szCs w:val="26"/>
              </w:rPr>
            </w:pPr>
            <w:r>
              <w:rPr>
                <w:b/>
                <w:sz w:val="26"/>
                <w:szCs w:val="26"/>
              </w:rPr>
              <w:t xml:space="preserve">Solve Problems – </w:t>
            </w:r>
            <w:r w:rsidRPr="003243A2">
              <w:rPr>
                <w:sz w:val="26"/>
                <w:szCs w:val="26"/>
              </w:rPr>
              <w:t>means to find  solutions to algebraic expression</w:t>
            </w:r>
            <w:r>
              <w:rPr>
                <w:b/>
                <w:sz w:val="26"/>
                <w:szCs w:val="26"/>
              </w:rPr>
              <w:t>.</w:t>
            </w:r>
          </w:p>
          <w:p w:rsidR="001B7327" w:rsidRPr="003243A2" w:rsidRDefault="001B7327" w:rsidP="00571B70">
            <w:pPr>
              <w:rPr>
                <w:sz w:val="26"/>
                <w:szCs w:val="26"/>
              </w:rPr>
            </w:pPr>
            <w:r>
              <w:rPr>
                <w:b/>
                <w:sz w:val="26"/>
                <w:szCs w:val="26"/>
              </w:rPr>
              <w:t xml:space="preserve">Linear Equations – </w:t>
            </w:r>
            <w:r w:rsidRPr="003243A2">
              <w:rPr>
                <w:sz w:val="26"/>
                <w:szCs w:val="26"/>
              </w:rPr>
              <w:t>are equations with straight lines.</w:t>
            </w:r>
          </w:p>
          <w:p w:rsidR="001B7327" w:rsidRPr="003243A2" w:rsidRDefault="001B7327" w:rsidP="00571B70">
            <w:pPr>
              <w:rPr>
                <w:sz w:val="26"/>
                <w:szCs w:val="26"/>
              </w:rPr>
            </w:pPr>
            <w:r>
              <w:rPr>
                <w:b/>
                <w:sz w:val="26"/>
                <w:szCs w:val="26"/>
              </w:rPr>
              <w:t xml:space="preserve">Linear Inequalities – </w:t>
            </w:r>
            <w:r>
              <w:rPr>
                <w:sz w:val="26"/>
                <w:szCs w:val="26"/>
              </w:rPr>
              <w:t>expressions that use inequalities instead of the equal sign.</w:t>
            </w:r>
          </w:p>
          <w:p w:rsidR="001B7327" w:rsidRPr="00D766E6" w:rsidRDefault="001B7327" w:rsidP="00571B70">
            <w:pPr>
              <w:rPr>
                <w:b/>
                <w:sz w:val="26"/>
                <w:szCs w:val="26"/>
              </w:rPr>
            </w:pPr>
          </w:p>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Pr="00D64DBE" w:rsidRDefault="001B7327" w:rsidP="00E7791A">
      <w:pPr>
        <w:ind w:left="-540"/>
        <w:jc w:val="center"/>
        <w:rPr>
          <w:sz w:val="28"/>
          <w:szCs w:val="28"/>
        </w:rPr>
      </w:pPr>
      <w:r>
        <w:rPr>
          <w:sz w:val="28"/>
          <w:szCs w:val="28"/>
        </w:rPr>
        <w:t xml:space="preserve">Subject: </w:t>
      </w:r>
      <w:r>
        <w:rPr>
          <w:b/>
          <w:sz w:val="28"/>
          <w:szCs w:val="28"/>
          <w:u w:val="single"/>
        </w:rPr>
        <w:t xml:space="preserve">Algebra 1                                          </w:t>
      </w:r>
      <w:r>
        <w:rPr>
          <w:sz w:val="28"/>
          <w:szCs w:val="28"/>
        </w:rPr>
        <w:t xml:space="preserve">           Teacher(s): </w:t>
      </w:r>
      <w:r>
        <w:rPr>
          <w:b/>
          <w:sz w:val="28"/>
          <w:szCs w:val="28"/>
          <w:u w:val="single"/>
        </w:rPr>
        <w:t>Jones, Little, and Trumbo</w:t>
      </w:r>
      <w:r>
        <w:rPr>
          <w:sz w:val="28"/>
          <w:szCs w:val="28"/>
        </w:rPr>
        <w:t xml:space="preserve">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Pr="009A22A5" w:rsidRDefault="001B7327" w:rsidP="00571B70">
            <w:pPr>
              <w:rPr>
                <w:b/>
              </w:rPr>
            </w:pPr>
            <w:r w:rsidRPr="009A22A5">
              <w:rPr>
                <w:rFonts w:ascii="Times-Roman" w:hAnsi="Times-Roman" w:cs="Times-Roman"/>
                <w:b/>
              </w:rPr>
              <w:t>CLE 3102.3.5 Manipulate formulas and solve literal equations</w:t>
            </w:r>
            <w:r>
              <w:rPr>
                <w:rFonts w:ascii="Times-Roman" w:hAnsi="Times-Roman" w:cs="Times-Roman"/>
                <w:b/>
              </w:rPr>
              <w:t>.</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Pr="009A22A5" w:rsidRDefault="001B7327" w:rsidP="00571B70">
            <w:pPr>
              <w:rPr>
                <w:b/>
              </w:rPr>
            </w:pPr>
            <w:r>
              <w:rPr>
                <w:b/>
              </w:rPr>
              <w:t>Manage formulas to solve equations involving variables.</w:t>
            </w:r>
          </w:p>
        </w:tc>
        <w:tc>
          <w:tcPr>
            <w:tcW w:w="3247" w:type="dxa"/>
            <w:vMerge w:val="restart"/>
          </w:tcPr>
          <w:p w:rsidR="001B7327" w:rsidRDefault="001B7327" w:rsidP="00571B70">
            <w:pPr>
              <w:rPr>
                <w:b/>
              </w:rPr>
            </w:pPr>
            <w:r>
              <w:rPr>
                <w:b/>
              </w:rPr>
              <w:t>Formulas</w:t>
            </w:r>
          </w:p>
          <w:p w:rsidR="001B7327" w:rsidRPr="009A22A5" w:rsidRDefault="001B7327" w:rsidP="00571B70">
            <w:pPr>
              <w:rPr>
                <w:b/>
              </w:rPr>
            </w:pPr>
            <w:r>
              <w:rPr>
                <w:b/>
              </w:rPr>
              <w:t>literal equations</w:t>
            </w:r>
          </w:p>
        </w:tc>
        <w:tc>
          <w:tcPr>
            <w:tcW w:w="3067" w:type="dxa"/>
            <w:vMerge w:val="restart"/>
          </w:tcPr>
          <w:p w:rsidR="001B7327" w:rsidRPr="009A22A5" w:rsidRDefault="001B7327" w:rsidP="00571B70">
            <w:r>
              <w:rPr>
                <w:b/>
              </w:rPr>
              <w:t xml:space="preserve">manipulate – </w:t>
            </w:r>
            <w:r w:rsidRPr="009A22A5">
              <w:t xml:space="preserve">to </w:t>
            </w:r>
            <w:r>
              <w:t>manage information.</w:t>
            </w:r>
          </w:p>
          <w:p w:rsidR="001B7327" w:rsidRPr="009A22A5"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Pr="009A22A5" w:rsidRDefault="001B7327" w:rsidP="00571B70">
            <w:pPr>
              <w:rPr>
                <w:sz w:val="26"/>
                <w:szCs w:val="26"/>
              </w:rPr>
            </w:pPr>
            <w:r>
              <w:rPr>
                <w:b/>
                <w:sz w:val="26"/>
                <w:szCs w:val="26"/>
              </w:rPr>
              <w:t xml:space="preserve">Formulas – </w:t>
            </w:r>
            <w:r w:rsidRPr="009A22A5">
              <w:rPr>
                <w:sz w:val="26"/>
                <w:szCs w:val="26"/>
              </w:rPr>
              <w:t>a mathematical rule or principle expressed in algebraic symbols.</w:t>
            </w:r>
          </w:p>
          <w:p w:rsidR="001B7327" w:rsidRPr="009A22A5" w:rsidRDefault="001B7327" w:rsidP="00571B70">
            <w:pPr>
              <w:rPr>
                <w:sz w:val="26"/>
                <w:szCs w:val="26"/>
              </w:rPr>
            </w:pPr>
            <w:r>
              <w:rPr>
                <w:b/>
                <w:sz w:val="26"/>
                <w:szCs w:val="26"/>
              </w:rPr>
              <w:t xml:space="preserve">Literal Equations – </w:t>
            </w:r>
            <w:r>
              <w:rPr>
                <w:sz w:val="26"/>
                <w:szCs w:val="26"/>
              </w:rPr>
              <w:t xml:space="preserve">are </w:t>
            </w:r>
            <w:r w:rsidRPr="009A22A5">
              <w:rPr>
                <w:sz w:val="26"/>
                <w:szCs w:val="26"/>
              </w:rPr>
              <w:t>equation</w:t>
            </w:r>
            <w:r>
              <w:rPr>
                <w:sz w:val="26"/>
                <w:szCs w:val="26"/>
              </w:rPr>
              <w:t>s</w:t>
            </w:r>
            <w:r w:rsidRPr="009A22A5">
              <w:rPr>
                <w:sz w:val="26"/>
                <w:szCs w:val="26"/>
              </w:rPr>
              <w:t xml:space="preserve"> in which know quantities are expressed as variables.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Default="001B7327" w:rsidP="00E7791A">
      <w:pPr>
        <w:ind w:left="-540"/>
        <w:jc w:val="center"/>
        <w:rPr>
          <w:sz w:val="28"/>
          <w:szCs w:val="28"/>
        </w:rPr>
      </w:pPr>
    </w:p>
    <w:p w:rsidR="001B7327" w:rsidRDefault="001B7327" w:rsidP="00E7791A">
      <w:pPr>
        <w:rPr>
          <w:sz w:val="28"/>
          <w:szCs w:val="28"/>
        </w:rPr>
      </w:pPr>
      <w:r>
        <w:rPr>
          <w:sz w:val="28"/>
          <w:szCs w:val="28"/>
        </w:rPr>
        <w:br w:type="page"/>
        <w:t xml:space="preserve">Subject: ___Algebra I___________           Teacher(s): __Little, Jones, Trumbo__________________________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r>
              <w:t>CLE 3102.3.6 Understand and use relations and functions in various representations to solve contextual problems.</w:t>
            </w:r>
          </w:p>
          <w:p w:rsidR="001B7327" w:rsidRPr="00AD5CC6" w:rsidRDefault="001B7327" w:rsidP="00571B70">
            <w:pPr>
              <w:jc w:val="center"/>
            </w:pPr>
          </w:p>
        </w:tc>
        <w:tc>
          <w:tcPr>
            <w:tcW w:w="3427" w:type="dxa"/>
            <w:vMerge w:val="restart"/>
          </w:tcPr>
          <w:p w:rsidR="001B7327" w:rsidRDefault="001B7327" w:rsidP="00571B70">
            <w:r>
              <w:t>Use and understand the cause and effect of relations, the difference of functions and be able to represent them in T-chart, graph, and/or mathematical statement.</w:t>
            </w:r>
          </w:p>
        </w:tc>
        <w:tc>
          <w:tcPr>
            <w:tcW w:w="3247" w:type="dxa"/>
            <w:vMerge w:val="restart"/>
          </w:tcPr>
          <w:p w:rsidR="001B7327" w:rsidRDefault="001B7327" w:rsidP="00571B70">
            <w:r>
              <w:t xml:space="preserve">relations </w:t>
            </w:r>
          </w:p>
          <w:p w:rsidR="001B7327" w:rsidRDefault="001B7327" w:rsidP="00571B70">
            <w:r>
              <w:t>functions</w:t>
            </w:r>
          </w:p>
          <w:p w:rsidR="001B7327" w:rsidRDefault="001B7327" w:rsidP="00571B70">
            <w:r>
              <w:t>various representations contextual problems.</w:t>
            </w:r>
          </w:p>
          <w:p w:rsidR="001B7327" w:rsidRDefault="001B7327" w:rsidP="00571B70"/>
        </w:tc>
        <w:tc>
          <w:tcPr>
            <w:tcW w:w="3067" w:type="dxa"/>
            <w:vMerge w:val="restart"/>
          </w:tcPr>
          <w:p w:rsidR="001B7327" w:rsidRDefault="001B7327" w:rsidP="00571B70">
            <w:r>
              <w:t>Understand, use, solve .</w:t>
            </w:r>
          </w:p>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Relations</w:t>
            </w:r>
          </w:p>
          <w:p w:rsidR="001B7327" w:rsidRDefault="001B7327" w:rsidP="00571B70">
            <w:pPr>
              <w:rPr>
                <w:b/>
                <w:sz w:val="26"/>
                <w:szCs w:val="26"/>
              </w:rPr>
            </w:pPr>
            <w:r>
              <w:rPr>
                <w:b/>
                <w:sz w:val="26"/>
                <w:szCs w:val="26"/>
              </w:rPr>
              <w:t>Functions</w:t>
            </w:r>
          </w:p>
          <w:p w:rsidR="001B7327" w:rsidRPr="00D766E6" w:rsidRDefault="001B7327" w:rsidP="00571B70">
            <w:pPr>
              <w:rPr>
                <w:b/>
                <w:sz w:val="26"/>
                <w:szCs w:val="26"/>
              </w:rPr>
            </w:pPr>
            <w:r>
              <w:rPr>
                <w:b/>
                <w:sz w:val="26"/>
                <w:szCs w:val="26"/>
              </w:rPr>
              <w:t>representations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Default="001B7327" w:rsidP="00E7791A"/>
    <w:p w:rsidR="001B7327" w:rsidRDefault="001B7327" w:rsidP="00E7791A"/>
    <w:p w:rsidR="001B7327" w:rsidRDefault="001B7327" w:rsidP="00E7791A">
      <w:pPr>
        <w:rPr>
          <w:sz w:val="28"/>
          <w:szCs w:val="28"/>
        </w:rPr>
      </w:pPr>
      <w:r>
        <w:rPr>
          <w:sz w:val="28"/>
          <w:szCs w:val="28"/>
        </w:rPr>
        <w:t xml:space="preserve">Subject: ___Algebra I___________           Teacher(s): __Little, Jones, Trumbo__________________________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r>
              <w:t>CLE 3102.3.7 Construct and solve systems of  linear equations and inequalities in two variables by</w:t>
            </w:r>
          </w:p>
          <w:p w:rsidR="001B7327" w:rsidRDefault="001B7327" w:rsidP="00571B70">
            <w:r>
              <w:t>various methods.</w:t>
            </w:r>
          </w:p>
          <w:p w:rsidR="001B7327" w:rsidRPr="00AD5CC6" w:rsidRDefault="001B7327" w:rsidP="00571B70">
            <w:pPr>
              <w:jc w:val="center"/>
            </w:pPr>
          </w:p>
        </w:tc>
        <w:tc>
          <w:tcPr>
            <w:tcW w:w="3427" w:type="dxa"/>
            <w:vMerge w:val="restart"/>
          </w:tcPr>
          <w:p w:rsidR="001B7327" w:rsidRDefault="001B7327" w:rsidP="00571B70">
            <w:r>
              <w:t>Find the one solution that is in common with the two or more equations/inequality using various methods</w:t>
            </w:r>
          </w:p>
        </w:tc>
        <w:tc>
          <w:tcPr>
            <w:tcW w:w="3247" w:type="dxa"/>
            <w:vMerge w:val="restart"/>
          </w:tcPr>
          <w:p w:rsidR="001B7327" w:rsidRDefault="001B7327" w:rsidP="00571B70">
            <w:r>
              <w:t>systems of linear equations: two or more equations with one common solution inequalities: greater than or less than</w:t>
            </w:r>
          </w:p>
          <w:p w:rsidR="001B7327" w:rsidRDefault="001B7327" w:rsidP="00571B70">
            <w:r>
              <w:t>two variables</w:t>
            </w:r>
          </w:p>
          <w:p w:rsidR="001B7327" w:rsidRDefault="001B7327" w:rsidP="00571B70"/>
        </w:tc>
        <w:tc>
          <w:tcPr>
            <w:tcW w:w="3067" w:type="dxa"/>
            <w:vMerge w:val="restart"/>
          </w:tcPr>
          <w:p w:rsidR="001B7327" w:rsidRDefault="001B7327" w:rsidP="00571B70">
            <w:r>
              <w:t>Construct</w:t>
            </w:r>
          </w:p>
          <w:p w:rsidR="001B7327" w:rsidRDefault="001B7327" w:rsidP="00571B70">
            <w:r>
              <w:t xml:space="preserve">solve systems of linear equations and inequality </w:t>
            </w:r>
          </w:p>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r>
              <w:rPr>
                <w:b/>
                <w:sz w:val="26"/>
                <w:szCs w:val="26"/>
              </w:rPr>
              <w:t>Systems of equations/inequalities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Default="001B7327" w:rsidP="00E7791A"/>
    <w:p w:rsidR="001B7327" w:rsidRDefault="001B7327" w:rsidP="00E7791A"/>
    <w:p w:rsidR="001B7327" w:rsidRDefault="001B7327" w:rsidP="00E7791A">
      <w:pPr>
        <w:ind w:left="-540"/>
        <w:jc w:val="center"/>
        <w:rPr>
          <w:sz w:val="28"/>
          <w:szCs w:val="28"/>
        </w:rPr>
      </w:pPr>
    </w:p>
    <w:p w:rsidR="001B7327" w:rsidRPr="00D64DBE" w:rsidRDefault="001B7327" w:rsidP="00E7791A">
      <w:pPr>
        <w:ind w:left="-540"/>
        <w:jc w:val="center"/>
        <w:rPr>
          <w:sz w:val="28"/>
          <w:szCs w:val="28"/>
        </w:rPr>
      </w:pPr>
      <w:r>
        <w:rPr>
          <w:sz w:val="28"/>
          <w:szCs w:val="28"/>
        </w:rPr>
        <w:t xml:space="preserve">Subject: Algebra I__           Teacher(s): 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pPr>
              <w:jc w:val="center"/>
            </w:pPr>
          </w:p>
          <w:p w:rsidR="001B7327" w:rsidRDefault="001B7327" w:rsidP="00571B70">
            <w:pPr>
              <w:jc w:val="center"/>
            </w:pPr>
          </w:p>
          <w:p w:rsidR="001B7327" w:rsidRDefault="001B7327" w:rsidP="00571B70">
            <w:r>
              <w:t>CLE 3102.3.8 Solve and understand solutions of quadratic equations with real roots.</w:t>
            </w:r>
          </w:p>
          <w:p w:rsidR="001B7327" w:rsidRPr="00AD5CC6" w:rsidRDefault="001B7327" w:rsidP="00571B70">
            <w:pPr>
              <w:jc w:val="center"/>
            </w:pPr>
            <w:r>
              <w:t>CLE 3102.3.9 Understand and use exponential functions to solve contextual problems.</w:t>
            </w:r>
          </w:p>
        </w:tc>
        <w:tc>
          <w:tcPr>
            <w:tcW w:w="3427" w:type="dxa"/>
            <w:vMerge w:val="restart"/>
          </w:tcPr>
          <w:p w:rsidR="001B7327" w:rsidRPr="00827E11" w:rsidRDefault="001B7327" w:rsidP="00571B70">
            <w:pPr>
              <w:rPr>
                <w:rFonts w:ascii="Arial" w:hAnsi="Arial" w:cs="Arial"/>
                <w:color w:val="231F20"/>
              </w:rPr>
            </w:pPr>
            <w:r w:rsidRPr="00827E11">
              <w:rPr>
                <w:rFonts w:ascii="Arial" w:hAnsi="Arial" w:cs="Arial"/>
                <w:color w:val="231F20"/>
              </w:rPr>
              <w:t>■ Identify solutions to simple</w:t>
            </w:r>
          </w:p>
          <w:p w:rsidR="001B7327" w:rsidRPr="00827E11" w:rsidRDefault="001B7327" w:rsidP="00571B70">
            <w:pPr>
              <w:rPr>
                <w:rFonts w:ascii="Arial" w:hAnsi="Arial" w:cs="Arial"/>
                <w:color w:val="231F20"/>
              </w:rPr>
            </w:pPr>
            <w:r w:rsidRPr="00827E11">
              <w:rPr>
                <w:rFonts w:ascii="Arial" w:hAnsi="Arial" w:cs="Arial"/>
                <w:color w:val="231F20"/>
              </w:rPr>
              <w:t>   Quadratic equations</w:t>
            </w:r>
          </w:p>
          <w:p w:rsidR="001B7327" w:rsidRPr="00827E11" w:rsidRDefault="001B7327" w:rsidP="00571B70">
            <w:pPr>
              <w:rPr>
                <w:rFonts w:ascii="Arial" w:hAnsi="Arial" w:cs="Arial"/>
                <w:color w:val="231F20"/>
              </w:rPr>
            </w:pPr>
            <w:r w:rsidRPr="00827E11">
              <w:rPr>
                <w:rFonts w:ascii="Arial" w:hAnsi="Arial" w:cs="Arial"/>
                <w:color w:val="231F20"/>
              </w:rPr>
              <w:t>■ Add, subtract, and multiply</w:t>
            </w:r>
          </w:p>
          <w:p w:rsidR="001B7327" w:rsidRPr="00827E11" w:rsidRDefault="001B7327" w:rsidP="00571B70">
            <w:pPr>
              <w:rPr>
                <w:rFonts w:ascii="Arial" w:hAnsi="Arial" w:cs="Arial"/>
                <w:color w:val="231F20"/>
              </w:rPr>
            </w:pPr>
            <w:r w:rsidRPr="00827E11">
              <w:rPr>
                <w:rFonts w:ascii="Arial" w:hAnsi="Arial" w:cs="Arial"/>
                <w:color w:val="231F20"/>
              </w:rPr>
              <w:t>   polynomials*</w:t>
            </w:r>
          </w:p>
          <w:p w:rsidR="001B7327" w:rsidRPr="00827E11" w:rsidRDefault="001B7327" w:rsidP="00571B70">
            <w:pPr>
              <w:rPr>
                <w:rFonts w:ascii="Arial" w:hAnsi="Arial" w:cs="Arial"/>
                <w:color w:val="231F20"/>
              </w:rPr>
            </w:pPr>
            <w:r w:rsidRPr="00827E11">
              <w:rPr>
                <w:rFonts w:ascii="Arial" w:hAnsi="Arial" w:cs="Arial"/>
                <w:color w:val="231F20"/>
              </w:rPr>
              <w:t>■ Factor simple quadratics (e.g.,</w:t>
            </w:r>
          </w:p>
          <w:p w:rsidR="001B7327" w:rsidRPr="00827E11" w:rsidRDefault="001B7327" w:rsidP="00571B70">
            <w:pPr>
              <w:rPr>
                <w:rFonts w:ascii="Arial" w:hAnsi="Arial" w:cs="Arial"/>
                <w:color w:val="231F20"/>
              </w:rPr>
            </w:pPr>
            <w:r w:rsidRPr="00827E11">
              <w:rPr>
                <w:rFonts w:ascii="Arial" w:hAnsi="Arial" w:cs="Arial"/>
                <w:color w:val="231F20"/>
              </w:rPr>
              <w:t>   the difference of squares and</w:t>
            </w:r>
          </w:p>
          <w:p w:rsidR="001B7327" w:rsidRPr="00827E11" w:rsidRDefault="001B7327" w:rsidP="00571B70">
            <w:pPr>
              <w:rPr>
                <w:rFonts w:ascii="Arial" w:hAnsi="Arial" w:cs="Arial"/>
                <w:color w:val="231F20"/>
              </w:rPr>
            </w:pPr>
            <w:r w:rsidRPr="00827E11">
              <w:rPr>
                <w:rFonts w:ascii="Arial" w:hAnsi="Arial" w:cs="Arial"/>
                <w:color w:val="231F20"/>
              </w:rPr>
              <w:t>   perfect square trinomials)*</w:t>
            </w:r>
          </w:p>
          <w:p w:rsidR="001B7327" w:rsidRDefault="001B7327" w:rsidP="00571B70">
            <w:r w:rsidRPr="00827E11">
              <w:rPr>
                <w:rFonts w:ascii="Arial" w:hAnsi="Arial" w:cs="Arial"/>
                <w:color w:val="231F20"/>
              </w:rPr>
              <w:t>■ Solve first</w:t>
            </w:r>
          </w:p>
        </w:tc>
        <w:tc>
          <w:tcPr>
            <w:tcW w:w="3247" w:type="dxa"/>
            <w:vMerge w:val="restart"/>
          </w:tcPr>
          <w:p w:rsidR="001B7327" w:rsidRPr="00467550" w:rsidRDefault="001B7327" w:rsidP="00571B70">
            <w:pPr>
              <w:rPr>
                <w:b/>
                <w:u w:val="single"/>
              </w:rPr>
            </w:pPr>
            <w:r w:rsidRPr="00467550">
              <w:rPr>
                <w:b/>
                <w:u w:val="single"/>
              </w:rPr>
              <w:t>Quadratic Equations-</w:t>
            </w:r>
            <w:r>
              <w:rPr>
                <w:rFonts w:ascii="Arial" w:hAnsi="Arial" w:cs="Arial"/>
                <w:sz w:val="20"/>
                <w:szCs w:val="20"/>
              </w:rPr>
              <w:t xml:space="preserve"> a polynomial equation of the second degree. The general form is. ax^2+bx+c=0</w:t>
            </w:r>
          </w:p>
          <w:p w:rsidR="001B7327" w:rsidRPr="00467550" w:rsidRDefault="001B7327" w:rsidP="00571B70">
            <w:pPr>
              <w:rPr>
                <w:b/>
                <w:u w:val="single"/>
              </w:rPr>
            </w:pPr>
            <w:r w:rsidRPr="00467550">
              <w:rPr>
                <w:b/>
                <w:u w:val="single"/>
              </w:rPr>
              <w:t>Polynomials-</w:t>
            </w:r>
            <w:r>
              <w:rPr>
                <w:rFonts w:ascii="Arial" w:hAnsi="Arial" w:cs="Arial"/>
                <w:sz w:val="20"/>
                <w:szCs w:val="20"/>
              </w:rPr>
              <w:t xml:space="preserve"> </w:t>
            </w:r>
            <w:r>
              <w:rPr>
                <w:rStyle w:val="txt31"/>
                <w:rFonts w:ascii="Arial" w:hAnsi="Arial" w:cs="Arial"/>
                <w:sz w:val="20"/>
                <w:szCs w:val="20"/>
              </w:rPr>
              <w:t>an expression consisting of the sum of two or more terms each of which is the product of a constant and a variable raised to an integral power</w:t>
            </w:r>
          </w:p>
          <w:p w:rsidR="001B7327" w:rsidRPr="00467550" w:rsidRDefault="001B7327" w:rsidP="00571B70">
            <w:pPr>
              <w:rPr>
                <w:b/>
                <w:u w:val="single"/>
              </w:rPr>
            </w:pPr>
            <w:r w:rsidRPr="00467550">
              <w:rPr>
                <w:b/>
                <w:u w:val="single"/>
              </w:rPr>
              <w:t>Quadratics-</w:t>
            </w:r>
            <w:r>
              <w:rPr>
                <w:rFonts w:ascii="Arial" w:hAnsi="Arial" w:cs="Arial"/>
                <w:color w:val="000000"/>
                <w:sz w:val="20"/>
                <w:szCs w:val="20"/>
              </w:rPr>
              <w:t xml:space="preserve"> the branch of algebra that deals with quadratic equations</w:t>
            </w:r>
          </w:p>
          <w:p w:rsidR="001B7327" w:rsidRDefault="001B7327" w:rsidP="00571B70">
            <w:r w:rsidRPr="00467550">
              <w:rPr>
                <w:b/>
                <w:u w:val="single"/>
              </w:rPr>
              <w:t>Trinomials-</w:t>
            </w:r>
            <w:r>
              <w:rPr>
                <w:rFonts w:ascii="Arial" w:hAnsi="Arial" w:cs="Arial"/>
                <w:color w:val="000000"/>
                <w:sz w:val="20"/>
                <w:szCs w:val="20"/>
              </w:rPr>
              <w:t xml:space="preserve"> expression that is a sum or difference of three terms, as 3</w:t>
            </w:r>
            <w:r>
              <w:rPr>
                <w:rFonts w:ascii="Arial" w:hAnsi="Arial" w:cs="Arial"/>
                <w:i/>
                <w:iCs/>
                <w:color w:val="000000"/>
                <w:sz w:val="20"/>
                <w:szCs w:val="20"/>
              </w:rPr>
              <w:t>x</w:t>
            </w:r>
            <w:r>
              <w:rPr>
                <w:rFonts w:ascii="Arial" w:hAnsi="Arial" w:cs="Arial"/>
                <w:color w:val="000000"/>
                <w:sz w:val="20"/>
                <w:szCs w:val="20"/>
              </w:rPr>
              <w:t xml:space="preserve"> + 2</w:t>
            </w:r>
            <w:r>
              <w:rPr>
                <w:rFonts w:ascii="Arial" w:hAnsi="Arial" w:cs="Arial"/>
                <w:i/>
                <w:iCs/>
                <w:color w:val="000000"/>
                <w:sz w:val="20"/>
                <w:szCs w:val="20"/>
              </w:rPr>
              <w:t>y</w:t>
            </w:r>
            <w:r>
              <w:rPr>
                <w:rFonts w:ascii="Arial" w:hAnsi="Arial" w:cs="Arial"/>
                <w:color w:val="000000"/>
                <w:sz w:val="20"/>
                <w:szCs w:val="20"/>
              </w:rPr>
              <w:t xml:space="preserve"> + </w:t>
            </w:r>
            <w:r>
              <w:rPr>
                <w:rFonts w:ascii="Arial" w:hAnsi="Arial" w:cs="Arial"/>
                <w:i/>
                <w:iCs/>
                <w:color w:val="000000"/>
                <w:sz w:val="20"/>
                <w:szCs w:val="20"/>
              </w:rPr>
              <w:t>z</w:t>
            </w:r>
            <w:r>
              <w:rPr>
                <w:rFonts w:ascii="Arial" w:hAnsi="Arial" w:cs="Arial"/>
                <w:color w:val="000000"/>
                <w:sz w:val="20"/>
                <w:szCs w:val="20"/>
              </w:rPr>
              <w:t xml:space="preserve"> or 3</w:t>
            </w:r>
            <w:r>
              <w:rPr>
                <w:rFonts w:ascii="Arial" w:hAnsi="Arial" w:cs="Arial"/>
                <w:i/>
                <w:iCs/>
                <w:color w:val="000000"/>
                <w:sz w:val="20"/>
                <w:szCs w:val="20"/>
              </w:rPr>
              <w:t>x</w:t>
            </w:r>
            <w:r>
              <w:rPr>
                <w:rFonts w:ascii="Arial" w:hAnsi="Arial" w:cs="Arial"/>
                <w:color w:val="000000"/>
                <w:sz w:val="20"/>
                <w:szCs w:val="20"/>
                <w:vertAlign w:val="superscript"/>
              </w:rPr>
              <w:t>3</w:t>
            </w:r>
            <w:r>
              <w:rPr>
                <w:rFonts w:ascii="Arial" w:hAnsi="Arial" w:cs="Arial"/>
                <w:color w:val="000000"/>
                <w:sz w:val="20"/>
                <w:szCs w:val="20"/>
              </w:rPr>
              <w:t xml:space="preserve"> + 2</w:t>
            </w:r>
            <w:r>
              <w:rPr>
                <w:rFonts w:ascii="Arial" w:hAnsi="Arial" w:cs="Arial"/>
                <w:i/>
                <w:iCs/>
                <w:color w:val="000000"/>
                <w:sz w:val="20"/>
                <w:szCs w:val="20"/>
              </w:rPr>
              <w:t>x</w:t>
            </w:r>
            <w:r>
              <w:rPr>
                <w:rFonts w:ascii="Arial" w:hAnsi="Arial" w:cs="Arial"/>
                <w:color w:val="000000"/>
                <w:sz w:val="20"/>
                <w:szCs w:val="20"/>
                <w:vertAlign w:val="superscript"/>
              </w:rPr>
              <w:t>2</w:t>
            </w:r>
            <w:r>
              <w:rPr>
                <w:rFonts w:ascii="Arial" w:hAnsi="Arial" w:cs="Arial"/>
                <w:color w:val="000000"/>
                <w:sz w:val="20"/>
                <w:szCs w:val="20"/>
              </w:rPr>
              <w:t xml:space="preserve"> + </w:t>
            </w:r>
            <w:r>
              <w:rPr>
                <w:rFonts w:ascii="Arial" w:hAnsi="Arial" w:cs="Arial"/>
                <w:i/>
                <w:iCs/>
                <w:color w:val="000000"/>
                <w:sz w:val="20"/>
                <w:szCs w:val="20"/>
              </w:rPr>
              <w:t>x</w:t>
            </w:r>
          </w:p>
        </w:tc>
        <w:tc>
          <w:tcPr>
            <w:tcW w:w="3067" w:type="dxa"/>
            <w:vMerge w:val="restart"/>
          </w:tcPr>
          <w:p w:rsidR="001B7327" w:rsidRPr="00827E11" w:rsidRDefault="001B7327" w:rsidP="00571B70">
            <w:pPr>
              <w:numPr>
                <w:ilvl w:val="0"/>
                <w:numId w:val="2"/>
              </w:numPr>
              <w:shd w:val="clear" w:color="auto" w:fill="FFFFFF"/>
              <w:spacing w:before="100" w:beforeAutospacing="1" w:after="150" w:line="240" w:lineRule="atLeast"/>
              <w:ind w:left="0"/>
              <w:rPr>
                <w:rFonts w:ascii="Helvetica" w:hAnsi="Helvetica" w:cs="Helvetica"/>
                <w:color w:val="3B3B3A"/>
                <w:sz w:val="20"/>
                <w:szCs w:val="20"/>
              </w:rPr>
            </w:pPr>
            <w:r w:rsidRPr="00827E11">
              <w:rPr>
                <w:rFonts w:ascii="Helvetica" w:hAnsi="Helvetica" w:cs="Helvetica"/>
                <w:color w:val="8A2003"/>
                <w:sz w:val="20"/>
                <w:szCs w:val="20"/>
              </w:rPr>
              <w:t>.</w:t>
            </w:r>
            <w:r w:rsidRPr="00827E11">
              <w:rPr>
                <w:rFonts w:ascii="Helvetica" w:hAnsi="Helvetica" w:cs="Helvetica"/>
                <w:color w:val="3B3B3A"/>
                <w:sz w:val="20"/>
                <w:szCs w:val="20"/>
              </w:rPr>
              <w:t xml:space="preserve"> Choose and produce an equivalent form of an expression to reveal and explain properties of the quantity represented by the expression.</w:t>
            </w:r>
            <w:r w:rsidRPr="00827E11">
              <w:rPr>
                <w:rFonts w:ascii="MS Mincho" w:eastAsia="MS Mincho" w:hAnsi="MS Mincho" w:cs="Arial" w:hint="eastAsia"/>
                <w:color w:val="3B3B3A"/>
                <w:sz w:val="20"/>
                <w:szCs w:val="20"/>
                <w:vertAlign w:val="superscript"/>
              </w:rPr>
              <w:t>★</w:t>
            </w:r>
          </w:p>
          <w:p w:rsidR="001B7327" w:rsidRPr="00827E11" w:rsidRDefault="001B7327" w:rsidP="00571B70">
            <w:pPr>
              <w:numPr>
                <w:ilvl w:val="1"/>
                <w:numId w:val="2"/>
              </w:numPr>
              <w:shd w:val="clear" w:color="auto" w:fill="FFFFFF"/>
              <w:spacing w:before="150" w:after="150" w:line="240" w:lineRule="atLeast"/>
              <w:ind w:left="0"/>
              <w:rPr>
                <w:rFonts w:ascii="Helvetica" w:hAnsi="Helvetica" w:cs="Helvetica"/>
                <w:color w:val="3B3B3A"/>
                <w:sz w:val="20"/>
                <w:szCs w:val="20"/>
              </w:rPr>
            </w:pPr>
            <w:r w:rsidRPr="00827E11">
              <w:rPr>
                <w:rFonts w:ascii="Helvetica" w:hAnsi="Helvetica" w:cs="Helvetica"/>
                <w:color w:val="3B3B3A"/>
                <w:sz w:val="20"/>
                <w:szCs w:val="20"/>
              </w:rPr>
              <w:t xml:space="preserve">a. Factor a quadratic expression to reveal the zeros of the function it defines. </w:t>
            </w:r>
          </w:p>
          <w:p w:rsidR="001B7327" w:rsidRPr="00827E11" w:rsidRDefault="001B7327" w:rsidP="00571B70">
            <w:pPr>
              <w:numPr>
                <w:ilvl w:val="1"/>
                <w:numId w:val="2"/>
              </w:numPr>
              <w:shd w:val="clear" w:color="auto" w:fill="FFFFFF"/>
              <w:spacing w:before="150" w:after="150" w:line="240" w:lineRule="atLeast"/>
              <w:ind w:left="0"/>
              <w:rPr>
                <w:rFonts w:ascii="Helvetica" w:hAnsi="Helvetica" w:cs="Helvetica"/>
                <w:color w:val="3B3B3A"/>
                <w:sz w:val="20"/>
                <w:szCs w:val="20"/>
              </w:rPr>
            </w:pPr>
            <w:r w:rsidRPr="00827E11">
              <w:rPr>
                <w:rFonts w:ascii="Helvetica" w:hAnsi="Helvetica" w:cs="Helvetica"/>
                <w:color w:val="3B3B3A"/>
                <w:sz w:val="20"/>
                <w:szCs w:val="20"/>
              </w:rPr>
              <w:t xml:space="preserve">b. Complete the square in a quadratic expression to reveal the maximum or minimum value of the function it defines. </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Quadratic equations</w:t>
            </w:r>
          </w:p>
          <w:p w:rsidR="001B7327" w:rsidRDefault="001B7327" w:rsidP="00571B70">
            <w:pPr>
              <w:rPr>
                <w:b/>
                <w:sz w:val="26"/>
                <w:szCs w:val="26"/>
              </w:rPr>
            </w:pPr>
            <w:r>
              <w:rPr>
                <w:b/>
                <w:sz w:val="26"/>
                <w:szCs w:val="26"/>
              </w:rPr>
              <w:t>Polynomials</w:t>
            </w:r>
          </w:p>
          <w:p w:rsidR="001B7327" w:rsidRDefault="001B7327" w:rsidP="00571B70">
            <w:pPr>
              <w:rPr>
                <w:b/>
                <w:sz w:val="26"/>
                <w:szCs w:val="26"/>
              </w:rPr>
            </w:pPr>
            <w:r>
              <w:rPr>
                <w:b/>
                <w:sz w:val="26"/>
                <w:szCs w:val="26"/>
              </w:rPr>
              <w:t>Quadratics</w:t>
            </w:r>
          </w:p>
          <w:p w:rsidR="001B7327" w:rsidRPr="00D766E6" w:rsidRDefault="001B7327" w:rsidP="00571B70">
            <w:pPr>
              <w:rPr>
                <w:b/>
                <w:sz w:val="26"/>
                <w:szCs w:val="26"/>
              </w:rPr>
            </w:pPr>
            <w:r>
              <w:rPr>
                <w:b/>
                <w:sz w:val="26"/>
                <w:szCs w:val="26"/>
              </w:rPr>
              <w:t>Trinomials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Pr>
        <w:ind w:left="-540"/>
        <w:jc w:val="center"/>
        <w:rPr>
          <w:sz w:val="28"/>
          <w:szCs w:val="28"/>
        </w:rPr>
      </w:pPr>
    </w:p>
    <w:p w:rsidR="001B7327" w:rsidRPr="00D64DBE" w:rsidRDefault="001B7327" w:rsidP="00E7791A">
      <w:pPr>
        <w:ind w:left="-540"/>
        <w:jc w:val="center"/>
        <w:rPr>
          <w:sz w:val="28"/>
          <w:szCs w:val="28"/>
        </w:rPr>
      </w:pPr>
      <w:r>
        <w:rPr>
          <w:sz w:val="28"/>
          <w:szCs w:val="28"/>
        </w:rPr>
        <w:br w:type="page"/>
        <w:t>Subject: __</w:t>
      </w:r>
      <w:r>
        <w:rPr>
          <w:sz w:val="28"/>
          <w:szCs w:val="28"/>
        </w:rPr>
        <w:softHyphen/>
        <w:t xml:space="preserve">Algebra I_______________           Teacher(s): __Jones, Little, Trumbo________________________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r>
              <w:t>CLE 3102.4.1 Use algebraic reasoning in applications involving geometric formulas and contextual problems.</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TSW solve geometric problems and word problems using formulas</w:t>
            </w:r>
          </w:p>
        </w:tc>
        <w:tc>
          <w:tcPr>
            <w:tcW w:w="3247" w:type="dxa"/>
            <w:vMerge w:val="restart"/>
          </w:tcPr>
          <w:p w:rsidR="001B7327" w:rsidRDefault="001B7327" w:rsidP="00571B70">
            <w:r>
              <w:t>CLE 3102.4.1 algebraic reasoning: use the rules of algebra</w:t>
            </w:r>
          </w:p>
          <w:p w:rsidR="001B7327" w:rsidRDefault="001B7327" w:rsidP="00571B70">
            <w:r>
              <w:t>Geometric formulas: apply the following formulas to solve problems of:  area, perimeter, volume, angles, etc.</w:t>
            </w:r>
          </w:p>
          <w:p w:rsidR="001B7327" w:rsidRDefault="001B7327" w:rsidP="00571B70"/>
        </w:tc>
        <w:tc>
          <w:tcPr>
            <w:tcW w:w="3067" w:type="dxa"/>
            <w:vMerge w:val="restart"/>
          </w:tcPr>
          <w:p w:rsidR="001B7327" w:rsidRDefault="001B7327" w:rsidP="00571B70">
            <w:r>
              <w:t xml:space="preserve">CLE 3102.4.1 Use,  reasoning, apply,  geometric </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p>
          <w:p w:rsidR="001B7327" w:rsidRPr="00D766E6" w:rsidRDefault="001B7327" w:rsidP="00571B70">
            <w:pPr>
              <w:rPr>
                <w:b/>
                <w:sz w:val="26"/>
                <w:szCs w:val="26"/>
              </w:rPr>
            </w:pPr>
            <w:r>
              <w:rPr>
                <w:b/>
                <w:sz w:val="26"/>
                <w:szCs w:val="26"/>
              </w:rPr>
              <w:t>Algebraic reasoning and geometric formulas.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Pr="00D64DBE" w:rsidRDefault="001B7327" w:rsidP="00E7791A">
      <w:pPr>
        <w:ind w:left="-540"/>
        <w:jc w:val="center"/>
        <w:rPr>
          <w:sz w:val="28"/>
          <w:szCs w:val="28"/>
        </w:rPr>
      </w:pPr>
      <w:r>
        <w:rPr>
          <w:sz w:val="28"/>
          <w:szCs w:val="28"/>
        </w:rPr>
        <w:t>Subject: __</w:t>
      </w:r>
      <w:r>
        <w:rPr>
          <w:sz w:val="28"/>
          <w:szCs w:val="28"/>
        </w:rPr>
        <w:softHyphen/>
        <w:t xml:space="preserve">Algebra I_______________           Teacher(s): __Jones, Little, Trumbo________________________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Pr="00827E11" w:rsidRDefault="001B7327" w:rsidP="00571B70">
            <w:pPr>
              <w:rPr>
                <w:rFonts w:ascii="Arial" w:hAnsi="Arial" w:cs="Arial"/>
                <w:i/>
                <w:iCs/>
                <w:sz w:val="20"/>
                <w:szCs w:val="20"/>
              </w:rPr>
            </w:pPr>
            <w:r>
              <w:t>CLE 3102.4.2 Apply appropriate units of measure and convert measures in problem solving situations.</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Use units of measure and be able to change from given measurement to requested measurement.</w:t>
            </w:r>
          </w:p>
        </w:tc>
        <w:tc>
          <w:tcPr>
            <w:tcW w:w="3247" w:type="dxa"/>
            <w:vMerge w:val="restart"/>
          </w:tcPr>
          <w:p w:rsidR="001B7327" w:rsidRDefault="001B7327" w:rsidP="00571B70">
            <w:r>
              <w:t>Units: given type of measurement, </w:t>
            </w:r>
          </w:p>
          <w:p w:rsidR="001B7327" w:rsidRDefault="001B7327" w:rsidP="00571B70">
            <w:r>
              <w:t>Measurement: distance between  two points</w:t>
            </w:r>
          </w:p>
          <w:p w:rsidR="001B7327" w:rsidRPr="00827E11" w:rsidRDefault="001B7327" w:rsidP="00571B70">
            <w:pPr>
              <w:rPr>
                <w:rFonts w:ascii="Arial" w:hAnsi="Arial" w:cs="Arial"/>
                <w:i/>
                <w:iCs/>
                <w:sz w:val="20"/>
                <w:szCs w:val="20"/>
              </w:rPr>
            </w:pPr>
            <w:r>
              <w:t>problem solve: solve given problem</w:t>
            </w:r>
          </w:p>
          <w:p w:rsidR="001B7327" w:rsidRDefault="001B7327" w:rsidP="00571B70"/>
        </w:tc>
        <w:tc>
          <w:tcPr>
            <w:tcW w:w="3067" w:type="dxa"/>
            <w:vMerge w:val="restart"/>
          </w:tcPr>
          <w:p w:rsidR="001B7327" w:rsidRPr="00827E11" w:rsidRDefault="001B7327" w:rsidP="00571B70">
            <w:pPr>
              <w:rPr>
                <w:rFonts w:ascii="Arial" w:hAnsi="Arial" w:cs="Arial"/>
                <w:i/>
                <w:iCs/>
                <w:sz w:val="20"/>
                <w:szCs w:val="20"/>
              </w:rPr>
            </w:pPr>
            <w:r>
              <w:t>Apply convert measure</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r>
              <w:rPr>
                <w:b/>
                <w:sz w:val="26"/>
                <w:szCs w:val="26"/>
              </w:rPr>
              <w:t>Unit, Convert, measurement</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Pr="00D64DBE" w:rsidRDefault="001B7327" w:rsidP="00E7791A">
      <w:pPr>
        <w:ind w:left="-540"/>
        <w:jc w:val="center"/>
        <w:rPr>
          <w:sz w:val="28"/>
          <w:szCs w:val="28"/>
        </w:rPr>
      </w:pPr>
      <w:r>
        <w:rPr>
          <w:sz w:val="28"/>
          <w:szCs w:val="28"/>
        </w:rPr>
        <w:t>Subject: __</w:t>
      </w:r>
      <w:r>
        <w:rPr>
          <w:sz w:val="28"/>
          <w:szCs w:val="28"/>
        </w:rPr>
        <w:softHyphen/>
        <w:t xml:space="preserve">Algebra I_______________           Teacher(s): __Jones, Little, Trumbo________________________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pPr>
              <w:jc w:val="center"/>
            </w:pPr>
          </w:p>
          <w:p w:rsidR="001B7327" w:rsidRDefault="001B7327" w:rsidP="00571B70">
            <w:r>
              <w:t>CLE 3102.5.1 Describe and interpret quantitative information.</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 xml:space="preserve">Understand and explain numerical data given in different types of charts and graphs. </w:t>
            </w:r>
          </w:p>
        </w:tc>
        <w:tc>
          <w:tcPr>
            <w:tcW w:w="3247" w:type="dxa"/>
            <w:vMerge w:val="restart"/>
          </w:tcPr>
          <w:p w:rsidR="001B7327" w:rsidRDefault="001B7327" w:rsidP="00571B70">
            <w:r>
              <w:t>Quantitative information: numerical information given in a chart or graph.</w:t>
            </w:r>
          </w:p>
          <w:p w:rsidR="001B7327" w:rsidRDefault="001B7327" w:rsidP="00571B70"/>
        </w:tc>
        <w:tc>
          <w:tcPr>
            <w:tcW w:w="3067" w:type="dxa"/>
            <w:vMerge w:val="restart"/>
          </w:tcPr>
          <w:p w:rsidR="001B7327" w:rsidRDefault="001B7327" w:rsidP="00571B70"/>
          <w:p w:rsidR="001B7327" w:rsidRDefault="001B7327" w:rsidP="00571B70">
            <w:r>
              <w:t>Describe</w:t>
            </w:r>
          </w:p>
          <w:p w:rsidR="001B7327" w:rsidRDefault="001B7327" w:rsidP="00571B70">
            <w:r>
              <w:t xml:space="preserve"> Interpret.</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Pr="00D766E6" w:rsidRDefault="001B7327" w:rsidP="00571B70">
            <w:pPr>
              <w:rPr>
                <w:b/>
                <w:sz w:val="26"/>
                <w:szCs w:val="26"/>
              </w:rPr>
            </w:pPr>
            <w:r>
              <w:rPr>
                <w:b/>
                <w:sz w:val="26"/>
                <w:szCs w:val="26"/>
              </w:rPr>
              <w:t>Quantitative information</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Pr="00D64DBE" w:rsidRDefault="001B7327" w:rsidP="00E7791A">
      <w:pPr>
        <w:ind w:left="-540"/>
        <w:jc w:val="center"/>
        <w:rPr>
          <w:sz w:val="28"/>
          <w:szCs w:val="28"/>
        </w:rPr>
      </w:pPr>
      <w:r>
        <w:rPr>
          <w:sz w:val="28"/>
          <w:szCs w:val="28"/>
        </w:rPr>
        <w:t>Subject: __</w:t>
      </w:r>
      <w:r>
        <w:rPr>
          <w:sz w:val="28"/>
          <w:szCs w:val="28"/>
        </w:rPr>
        <w:softHyphen/>
        <w:t xml:space="preserve">Algebra I_______________           Teacher(s): __Jones, Little, Trumbo________________________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r>
              <w:t>CLE 3102.5.2 Use statistical thinking to draw conclusions and make predictions.</w:t>
            </w:r>
          </w:p>
          <w:p w:rsidR="001B7327" w:rsidRDefault="001B7327" w:rsidP="00571B70">
            <w:pPr>
              <w:jc w:val="center"/>
            </w:pP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Use numerical data and central tendency (mean, median, mode, range, quartiles) to make decisions based on the data and to make an educated guess of what will happen in the future based on the numerical data.</w:t>
            </w:r>
          </w:p>
        </w:tc>
        <w:tc>
          <w:tcPr>
            <w:tcW w:w="3247" w:type="dxa"/>
            <w:vMerge w:val="restart"/>
          </w:tcPr>
          <w:p w:rsidR="001B7327" w:rsidRDefault="001B7327" w:rsidP="00571B70">
            <w:r>
              <w:t xml:space="preserve">Statistical:  </w:t>
            </w:r>
            <w:r>
              <w:rPr>
                <w:rFonts w:ascii="Arial" w:hAnsi="Arial" w:cs="Arial"/>
                <w:color w:val="333333"/>
              </w:rPr>
              <w:t>is the study of the collection, organization, and interpretation of data</w:t>
            </w:r>
            <w:r>
              <w:t xml:space="preserve"> conclusions:  come to a summary of what data means predict:  make an educated guess based on data of an event that will happen in the future.</w:t>
            </w:r>
          </w:p>
          <w:p w:rsidR="001B7327" w:rsidRDefault="001B7327" w:rsidP="00571B70"/>
        </w:tc>
        <w:tc>
          <w:tcPr>
            <w:tcW w:w="3067" w:type="dxa"/>
            <w:vMerge w:val="restart"/>
          </w:tcPr>
          <w:p w:rsidR="001B7327" w:rsidRDefault="001B7327" w:rsidP="00571B70">
            <w:r>
              <w:t>Use</w:t>
            </w:r>
          </w:p>
          <w:p w:rsidR="001B7327" w:rsidRDefault="001B7327" w:rsidP="00571B70">
            <w:r>
              <w:t xml:space="preserve">thinking </w:t>
            </w:r>
          </w:p>
          <w:p w:rsidR="001B7327" w:rsidRDefault="001B7327" w:rsidP="00571B70">
            <w:r>
              <w:t>draw</w:t>
            </w:r>
          </w:p>
          <w:p w:rsidR="001B7327" w:rsidRDefault="001B7327" w:rsidP="00571B70">
            <w:r>
              <w:t>make</w:t>
            </w:r>
          </w:p>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p w:rsidR="001B7327" w:rsidRDefault="001B7327" w:rsidP="00571B70"/>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Statistical</w:t>
            </w:r>
          </w:p>
          <w:p w:rsidR="001B7327" w:rsidRDefault="001B7327" w:rsidP="00571B70">
            <w:pPr>
              <w:rPr>
                <w:b/>
                <w:sz w:val="26"/>
                <w:szCs w:val="26"/>
              </w:rPr>
            </w:pPr>
            <w:r>
              <w:rPr>
                <w:b/>
                <w:sz w:val="26"/>
                <w:szCs w:val="26"/>
              </w:rPr>
              <w:t>Predict</w:t>
            </w:r>
          </w:p>
          <w:p w:rsidR="001B7327" w:rsidRPr="00D766E6" w:rsidRDefault="001B7327" w:rsidP="00571B70">
            <w:pPr>
              <w:rPr>
                <w:b/>
                <w:sz w:val="26"/>
                <w:szCs w:val="26"/>
              </w:rPr>
            </w:pPr>
            <w:r>
              <w:rPr>
                <w:b/>
                <w:sz w:val="26"/>
                <w:szCs w:val="26"/>
              </w:rPr>
              <w:t>conclusions</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Default="001B7327" w:rsidP="00E7791A"/>
    <w:p w:rsidR="001B7327" w:rsidRPr="00D64DBE" w:rsidRDefault="001B7327" w:rsidP="00E7791A">
      <w:pPr>
        <w:ind w:left="-540"/>
        <w:jc w:val="center"/>
        <w:rPr>
          <w:sz w:val="28"/>
          <w:szCs w:val="28"/>
        </w:rPr>
      </w:pPr>
      <w:r>
        <w:rPr>
          <w:sz w:val="28"/>
          <w:szCs w:val="28"/>
        </w:rPr>
        <w:br w:type="page"/>
        <w:t>Subject: __</w:t>
      </w:r>
      <w:r>
        <w:rPr>
          <w:sz w:val="28"/>
          <w:szCs w:val="28"/>
        </w:rPr>
        <w:softHyphen/>
        <w:t xml:space="preserve">Algebra I_______________           Teacher(s): __Jones, Little, Trumbo________________________    </w:t>
      </w:r>
    </w:p>
    <w:p w:rsidR="001B7327" w:rsidRDefault="001B7327" w:rsidP="00E7791A"/>
    <w:tbl>
      <w:tblPr>
        <w:tblW w:w="138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9"/>
        <w:gridCol w:w="3427"/>
        <w:gridCol w:w="3247"/>
        <w:gridCol w:w="3067"/>
      </w:tblGrid>
      <w:tr w:rsidR="001B7327" w:rsidTr="00571B70">
        <w:trPr>
          <w:trHeight w:val="305"/>
        </w:trPr>
        <w:tc>
          <w:tcPr>
            <w:tcW w:w="4149" w:type="dxa"/>
            <w:vMerge w:val="restart"/>
          </w:tcPr>
          <w:p w:rsidR="001B7327" w:rsidRDefault="001B7327" w:rsidP="00571B70">
            <w:pPr>
              <w:jc w:val="center"/>
              <w:rPr>
                <w:b/>
                <w:sz w:val="26"/>
                <w:szCs w:val="26"/>
              </w:rPr>
            </w:pPr>
            <w:r w:rsidRPr="00D766E6">
              <w:rPr>
                <w:b/>
                <w:sz w:val="26"/>
                <w:szCs w:val="26"/>
              </w:rPr>
              <w:t>Standard</w:t>
            </w:r>
          </w:p>
          <w:p w:rsidR="001B7327" w:rsidRPr="00D766E6" w:rsidRDefault="001B7327" w:rsidP="00571B70">
            <w:pPr>
              <w:jc w:val="center"/>
              <w:rPr>
                <w:b/>
                <w:sz w:val="26"/>
                <w:szCs w:val="26"/>
              </w:rPr>
            </w:pPr>
            <w:r>
              <w:rPr>
                <w:b/>
                <w:sz w:val="26"/>
                <w:szCs w:val="26"/>
              </w:rPr>
              <w:t>(State, Common Core, and ACT)</w:t>
            </w:r>
          </w:p>
          <w:p w:rsidR="001B7327" w:rsidRPr="00D766E6" w:rsidRDefault="001B7327" w:rsidP="00571B70">
            <w:pPr>
              <w:rPr>
                <w:b/>
                <w:sz w:val="26"/>
                <w:szCs w:val="26"/>
              </w:rPr>
            </w:pPr>
          </w:p>
        </w:tc>
        <w:tc>
          <w:tcPr>
            <w:tcW w:w="9741" w:type="dxa"/>
            <w:gridSpan w:val="3"/>
          </w:tcPr>
          <w:p w:rsidR="001B7327" w:rsidRPr="00D766E6" w:rsidRDefault="001B7327" w:rsidP="00571B70">
            <w:pPr>
              <w:jc w:val="center"/>
              <w:rPr>
                <w:b/>
                <w:sz w:val="26"/>
                <w:szCs w:val="26"/>
              </w:rPr>
            </w:pPr>
          </w:p>
        </w:tc>
      </w:tr>
      <w:tr w:rsidR="001B7327" w:rsidTr="00571B70">
        <w:trPr>
          <w:trHeight w:val="154"/>
        </w:trPr>
        <w:tc>
          <w:tcPr>
            <w:tcW w:w="4149" w:type="dxa"/>
            <w:vMerge/>
          </w:tcPr>
          <w:p w:rsidR="001B7327" w:rsidRPr="00D766E6" w:rsidRDefault="001B7327" w:rsidP="00571B70">
            <w:pPr>
              <w:rPr>
                <w:b/>
                <w:sz w:val="26"/>
                <w:szCs w:val="26"/>
              </w:rPr>
            </w:pPr>
          </w:p>
        </w:tc>
        <w:tc>
          <w:tcPr>
            <w:tcW w:w="3427" w:type="dxa"/>
          </w:tcPr>
          <w:p w:rsidR="001B7327" w:rsidRPr="00D766E6" w:rsidRDefault="001B7327" w:rsidP="00571B70">
            <w:pPr>
              <w:jc w:val="center"/>
              <w:rPr>
                <w:b/>
                <w:sz w:val="26"/>
                <w:szCs w:val="26"/>
              </w:rPr>
            </w:pPr>
            <w:r w:rsidRPr="00D766E6">
              <w:rPr>
                <w:b/>
                <w:sz w:val="26"/>
                <w:szCs w:val="26"/>
              </w:rPr>
              <w:t>Student Target</w:t>
            </w:r>
          </w:p>
          <w:p w:rsidR="001B7327" w:rsidRPr="00D766E6" w:rsidRDefault="001B7327" w:rsidP="00571B70">
            <w:pPr>
              <w:jc w:val="center"/>
              <w:rPr>
                <w:b/>
                <w:sz w:val="26"/>
                <w:szCs w:val="26"/>
              </w:rPr>
            </w:pPr>
            <w:r w:rsidRPr="00D766E6">
              <w:rPr>
                <w:b/>
                <w:sz w:val="26"/>
                <w:szCs w:val="26"/>
              </w:rPr>
              <w:t>(use student friendly language)</w:t>
            </w:r>
          </w:p>
        </w:tc>
        <w:tc>
          <w:tcPr>
            <w:tcW w:w="3247" w:type="dxa"/>
          </w:tcPr>
          <w:p w:rsidR="001B7327" w:rsidRPr="00D766E6" w:rsidRDefault="001B7327" w:rsidP="00571B70">
            <w:pPr>
              <w:jc w:val="center"/>
              <w:rPr>
                <w:b/>
                <w:sz w:val="26"/>
                <w:szCs w:val="26"/>
              </w:rPr>
            </w:pPr>
            <w:r w:rsidRPr="00D766E6">
              <w:rPr>
                <w:b/>
                <w:sz w:val="26"/>
                <w:szCs w:val="26"/>
              </w:rPr>
              <w:t>What students need to know (noun)</w:t>
            </w:r>
          </w:p>
        </w:tc>
        <w:tc>
          <w:tcPr>
            <w:tcW w:w="3067" w:type="dxa"/>
          </w:tcPr>
          <w:p w:rsidR="001B7327" w:rsidRPr="00D766E6" w:rsidRDefault="001B7327" w:rsidP="00571B70">
            <w:pPr>
              <w:jc w:val="center"/>
              <w:rPr>
                <w:b/>
                <w:sz w:val="26"/>
                <w:szCs w:val="26"/>
              </w:rPr>
            </w:pPr>
            <w:r w:rsidRPr="00D766E6">
              <w:rPr>
                <w:b/>
                <w:sz w:val="26"/>
                <w:szCs w:val="26"/>
              </w:rPr>
              <w:t>What students are to be able to do (verb)</w:t>
            </w:r>
          </w:p>
        </w:tc>
      </w:tr>
      <w:tr w:rsidR="001B7327" w:rsidTr="00571B70">
        <w:trPr>
          <w:trHeight w:val="4986"/>
        </w:trPr>
        <w:tc>
          <w:tcPr>
            <w:tcW w:w="4149" w:type="dxa"/>
          </w:tcPr>
          <w:p w:rsidR="001B7327" w:rsidRDefault="001B7327" w:rsidP="00571B70">
            <w:r w:rsidRPr="004A0E2F">
              <w:t>CLE 3102.5.3 Understand basic counting procedures and concepts of probability</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427" w:type="dxa"/>
            <w:vMerge w:val="restart"/>
          </w:tcPr>
          <w:p w:rsidR="001B7327" w:rsidRDefault="001B7327" w:rsidP="00571B70">
            <w:r>
              <w:t>Understand and use counting principles and probability.</w:t>
            </w:r>
          </w:p>
        </w:tc>
        <w:tc>
          <w:tcPr>
            <w:tcW w:w="3247" w:type="dxa"/>
            <w:vMerge w:val="restart"/>
          </w:tcPr>
          <w:p w:rsidR="001B7327" w:rsidRDefault="001B7327" w:rsidP="00571B70">
            <w:r w:rsidRPr="004A0E2F">
              <w:t>Counting procedur</w:t>
            </w:r>
            <w:r>
              <w:t>es: basic counting principles of factorials and number of possibilities of a given set probability:  odds of a given event to occur.</w:t>
            </w:r>
          </w:p>
          <w:p w:rsidR="001B7327" w:rsidRDefault="001B7327" w:rsidP="00571B70">
            <w:pPr>
              <w:jc w:val="center"/>
            </w:pPr>
          </w:p>
          <w:p w:rsidR="001B7327" w:rsidRDefault="001B7327" w:rsidP="00571B70">
            <w:pPr>
              <w:jc w:val="center"/>
            </w:pPr>
          </w:p>
          <w:p w:rsidR="001B7327" w:rsidRPr="00AD5CC6" w:rsidRDefault="001B7327" w:rsidP="00571B70">
            <w:pPr>
              <w:jc w:val="center"/>
            </w:pPr>
          </w:p>
        </w:tc>
        <w:tc>
          <w:tcPr>
            <w:tcW w:w="3067" w:type="dxa"/>
            <w:vMerge w:val="restart"/>
          </w:tcPr>
          <w:p w:rsidR="001B7327" w:rsidRDefault="001B7327" w:rsidP="00571B70">
            <w:r>
              <w:t xml:space="preserve">Understand </w:t>
            </w:r>
          </w:p>
          <w:p w:rsidR="001B7327" w:rsidRDefault="001B7327" w:rsidP="00571B70">
            <w:pPr>
              <w:jc w:val="center"/>
            </w:pPr>
          </w:p>
          <w:p w:rsidR="001B7327" w:rsidRPr="00AD5CC6" w:rsidRDefault="001B7327" w:rsidP="00571B70">
            <w:pPr>
              <w:jc w:val="center"/>
            </w:pPr>
          </w:p>
        </w:tc>
      </w:tr>
      <w:tr w:rsidR="001B7327" w:rsidTr="00571B70">
        <w:trPr>
          <w:trHeight w:val="2540"/>
        </w:trPr>
        <w:tc>
          <w:tcPr>
            <w:tcW w:w="4149" w:type="dxa"/>
          </w:tcPr>
          <w:p w:rsidR="001B7327" w:rsidRPr="00D766E6" w:rsidRDefault="001B7327" w:rsidP="00571B70">
            <w:pPr>
              <w:rPr>
                <w:b/>
                <w:sz w:val="26"/>
                <w:szCs w:val="26"/>
              </w:rPr>
            </w:pPr>
            <w:r w:rsidRPr="00D766E6">
              <w:rPr>
                <w:b/>
                <w:sz w:val="26"/>
                <w:szCs w:val="26"/>
              </w:rPr>
              <w:t>Critical Vocabulary</w:t>
            </w:r>
          </w:p>
          <w:p w:rsidR="001B7327" w:rsidRDefault="001B7327" w:rsidP="00571B70">
            <w:pPr>
              <w:rPr>
                <w:b/>
                <w:sz w:val="26"/>
                <w:szCs w:val="26"/>
              </w:rPr>
            </w:pPr>
            <w:r>
              <w:rPr>
                <w:b/>
                <w:sz w:val="26"/>
                <w:szCs w:val="26"/>
              </w:rPr>
              <w:t xml:space="preserve">Counting principles </w:t>
            </w:r>
          </w:p>
          <w:p w:rsidR="001B7327" w:rsidRPr="00D766E6" w:rsidRDefault="001B7327" w:rsidP="00571B70">
            <w:pPr>
              <w:rPr>
                <w:b/>
                <w:sz w:val="26"/>
                <w:szCs w:val="26"/>
              </w:rPr>
            </w:pPr>
            <w:r>
              <w:rPr>
                <w:b/>
                <w:sz w:val="26"/>
                <w:szCs w:val="26"/>
              </w:rPr>
              <w:t>probability</w:t>
            </w: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Pr="00D766E6" w:rsidRDefault="001B7327" w:rsidP="00571B70">
            <w:pPr>
              <w:rPr>
                <w:b/>
                <w:sz w:val="26"/>
                <w:szCs w:val="26"/>
              </w:rPr>
            </w:pPr>
          </w:p>
          <w:p w:rsidR="001B7327" w:rsidRDefault="001B7327" w:rsidP="00571B70"/>
          <w:p w:rsidR="001B7327" w:rsidRDefault="001B7327" w:rsidP="00571B70"/>
          <w:p w:rsidR="001B7327" w:rsidRDefault="001B7327" w:rsidP="00571B70"/>
          <w:p w:rsidR="001B7327" w:rsidRDefault="001B7327" w:rsidP="00571B70"/>
        </w:tc>
        <w:tc>
          <w:tcPr>
            <w:tcW w:w="3427" w:type="dxa"/>
            <w:vMerge/>
          </w:tcPr>
          <w:p w:rsidR="001B7327" w:rsidRDefault="001B7327" w:rsidP="00571B70"/>
        </w:tc>
        <w:tc>
          <w:tcPr>
            <w:tcW w:w="3247" w:type="dxa"/>
            <w:vMerge/>
          </w:tcPr>
          <w:p w:rsidR="001B7327" w:rsidRDefault="001B7327" w:rsidP="00571B70"/>
        </w:tc>
        <w:tc>
          <w:tcPr>
            <w:tcW w:w="3067" w:type="dxa"/>
            <w:vMerge/>
          </w:tcPr>
          <w:p w:rsidR="001B7327" w:rsidRDefault="001B7327" w:rsidP="00571B70"/>
        </w:tc>
      </w:tr>
    </w:tbl>
    <w:p w:rsidR="001B7327" w:rsidRPr="00DE379A" w:rsidRDefault="001B7327" w:rsidP="00E7791A"/>
    <w:p w:rsidR="001B7327" w:rsidRDefault="001B7327" w:rsidP="00E7791A"/>
    <w:p w:rsidR="001B7327" w:rsidRDefault="001B7327" w:rsidP="00E7791A"/>
    <w:sectPr w:rsidR="001B7327" w:rsidSect="00543D44">
      <w:pgSz w:w="15840" w:h="12240" w:orient="landscape"/>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327" w:rsidRDefault="001B7327">
      <w:r>
        <w:separator/>
      </w:r>
    </w:p>
  </w:endnote>
  <w:endnote w:type="continuationSeparator" w:id="1">
    <w:p w:rsidR="001B7327" w:rsidRDefault="001B73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MS Mincho">
    <w:altName w:val="Arial Unicode MS"/>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327" w:rsidRDefault="001B7327">
      <w:r>
        <w:separator/>
      </w:r>
    </w:p>
  </w:footnote>
  <w:footnote w:type="continuationSeparator" w:id="1">
    <w:p w:rsidR="001B7327" w:rsidRDefault="001B73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E11DB"/>
    <w:multiLevelType w:val="hybridMultilevel"/>
    <w:tmpl w:val="7960C6FA"/>
    <w:lvl w:ilvl="0" w:tplc="FFFFFFFF">
      <w:start w:val="1"/>
      <w:numFmt w:val="bullet"/>
      <w:pStyle w:val="CCABulletBold"/>
      <w:lvlText w:val=""/>
      <w:lvlJc w:val="left"/>
      <w:pPr>
        <w:tabs>
          <w:tab w:val="num" w:pos="288"/>
        </w:tabs>
        <w:ind w:left="288"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7D40D21"/>
    <w:multiLevelType w:val="multilevel"/>
    <w:tmpl w:val="D7AC7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3D44"/>
    <w:rsid w:val="00060BDB"/>
    <w:rsid w:val="00060BF3"/>
    <w:rsid w:val="00066E82"/>
    <w:rsid w:val="001B7327"/>
    <w:rsid w:val="001E367F"/>
    <w:rsid w:val="001E5070"/>
    <w:rsid w:val="002244CA"/>
    <w:rsid w:val="002320B9"/>
    <w:rsid w:val="00256E99"/>
    <w:rsid w:val="002C4F34"/>
    <w:rsid w:val="002E74B5"/>
    <w:rsid w:val="003243A2"/>
    <w:rsid w:val="003C2136"/>
    <w:rsid w:val="004048CE"/>
    <w:rsid w:val="00467550"/>
    <w:rsid w:val="004A0E2F"/>
    <w:rsid w:val="004A6EBB"/>
    <w:rsid w:val="00543D44"/>
    <w:rsid w:val="00556BEA"/>
    <w:rsid w:val="00571B70"/>
    <w:rsid w:val="005A5B8B"/>
    <w:rsid w:val="005D249C"/>
    <w:rsid w:val="00685EC2"/>
    <w:rsid w:val="0068620C"/>
    <w:rsid w:val="007927F8"/>
    <w:rsid w:val="007D201D"/>
    <w:rsid w:val="007F3A2D"/>
    <w:rsid w:val="008269B5"/>
    <w:rsid w:val="00827E11"/>
    <w:rsid w:val="00835CCD"/>
    <w:rsid w:val="00836029"/>
    <w:rsid w:val="00892E71"/>
    <w:rsid w:val="00912341"/>
    <w:rsid w:val="009745A2"/>
    <w:rsid w:val="009A22A5"/>
    <w:rsid w:val="00AD5CC6"/>
    <w:rsid w:val="00B6148D"/>
    <w:rsid w:val="00BD15C1"/>
    <w:rsid w:val="00BE6047"/>
    <w:rsid w:val="00C01880"/>
    <w:rsid w:val="00CA280A"/>
    <w:rsid w:val="00CC0E0C"/>
    <w:rsid w:val="00D600E9"/>
    <w:rsid w:val="00D64DBE"/>
    <w:rsid w:val="00D670D6"/>
    <w:rsid w:val="00D766E6"/>
    <w:rsid w:val="00DD4C53"/>
    <w:rsid w:val="00DD6038"/>
    <w:rsid w:val="00DE379A"/>
    <w:rsid w:val="00E7791A"/>
    <w:rsid w:val="00E86C99"/>
    <w:rsid w:val="00FA20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4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43D4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ANormalBold">
    <w:name w:val="CCA Normal Bold"/>
    <w:basedOn w:val="Normal"/>
    <w:uiPriority w:val="99"/>
    <w:rsid w:val="00543D44"/>
    <w:rPr>
      <w:rFonts w:ascii="Arial" w:hAnsi="Arial"/>
      <w:b/>
      <w:color w:val="000000"/>
      <w:sz w:val="20"/>
      <w:szCs w:val="20"/>
    </w:rPr>
  </w:style>
  <w:style w:type="paragraph" w:customStyle="1" w:styleId="CCABulletBold">
    <w:name w:val="CCA Bullet Bold"/>
    <w:basedOn w:val="CCANormalBold"/>
    <w:uiPriority w:val="99"/>
    <w:rsid w:val="00543D44"/>
    <w:pPr>
      <w:numPr>
        <w:numId w:val="1"/>
      </w:numPr>
    </w:pPr>
  </w:style>
  <w:style w:type="paragraph" w:styleId="BalloonText">
    <w:name w:val="Balloon Text"/>
    <w:basedOn w:val="Normal"/>
    <w:link w:val="BalloonTextChar"/>
    <w:uiPriority w:val="99"/>
    <w:semiHidden/>
    <w:rsid w:val="00066E82"/>
    <w:rPr>
      <w:rFonts w:ascii="Tahoma" w:hAnsi="Tahoma" w:cs="Tahoma"/>
      <w:sz w:val="16"/>
      <w:szCs w:val="16"/>
    </w:rPr>
  </w:style>
  <w:style w:type="character" w:customStyle="1" w:styleId="BalloonTextChar">
    <w:name w:val="Balloon Text Char"/>
    <w:basedOn w:val="DefaultParagraphFont"/>
    <w:link w:val="BalloonText"/>
    <w:uiPriority w:val="99"/>
    <w:semiHidden/>
    <w:rsid w:val="00212C34"/>
    <w:rPr>
      <w:sz w:val="0"/>
      <w:szCs w:val="0"/>
    </w:rPr>
  </w:style>
  <w:style w:type="character" w:styleId="Hyperlink">
    <w:name w:val="Hyperlink"/>
    <w:basedOn w:val="DefaultParagraphFont"/>
    <w:uiPriority w:val="99"/>
    <w:rsid w:val="007D201D"/>
    <w:rPr>
      <w:rFonts w:cs="Times New Roman"/>
      <w:color w:val="0000FF"/>
      <w:u w:val="single"/>
    </w:rPr>
  </w:style>
  <w:style w:type="character" w:customStyle="1" w:styleId="searchmatch">
    <w:name w:val="searchmatch"/>
    <w:basedOn w:val="DefaultParagraphFont"/>
    <w:uiPriority w:val="99"/>
    <w:rsid w:val="002C4F34"/>
    <w:rPr>
      <w:rFonts w:cs="Times New Roman"/>
    </w:rPr>
  </w:style>
  <w:style w:type="character" w:customStyle="1" w:styleId="txt31">
    <w:name w:val="txt31"/>
    <w:basedOn w:val="DefaultParagraphFont"/>
    <w:uiPriority w:val="99"/>
    <w:rsid w:val="00E7791A"/>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oblem" TargetMode="External"/><Relationship Id="rId3" Type="http://schemas.openxmlformats.org/officeDocument/2006/relationships/settings" Target="settings.xml"/><Relationship Id="rId7" Type="http://schemas.openxmlformats.org/officeDocument/2006/relationships/hyperlink" Target="http://en.wikipedia.org/wiki/Mathematical_stat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n.wikipedia.org/wiki/Problem_shaping" TargetMode="External"/><Relationship Id="rId4" Type="http://schemas.openxmlformats.org/officeDocument/2006/relationships/webSettings" Target="webSettings.xml"/><Relationship Id="rId9" Type="http://schemas.openxmlformats.org/officeDocument/2006/relationships/hyperlink" Target="http://en.wikipedia.org/wiki/Problem_fin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21</Pages>
  <Words>2707</Words>
  <Characters>15433</Characters>
  <Application>Microsoft Office Outlook</Application>
  <DocSecurity>0</DocSecurity>
  <Lines>0</Lines>
  <Paragraphs>0</Paragraphs>
  <ScaleCrop>false</ScaleCrop>
  <Company>GRREC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Unpacking Standards Template </dc:title>
  <dc:subject/>
  <dc:creator>jmurley</dc:creator>
  <cp:keywords/>
  <dc:description/>
  <cp:lastModifiedBy>ctrumbo</cp:lastModifiedBy>
  <cp:revision>7</cp:revision>
  <cp:lastPrinted>2006-10-02T16:43:00Z</cp:lastPrinted>
  <dcterms:created xsi:type="dcterms:W3CDTF">2011-07-25T18:13:00Z</dcterms:created>
  <dcterms:modified xsi:type="dcterms:W3CDTF">2011-07-25T19:03:00Z</dcterms:modified>
</cp:coreProperties>
</file>